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59F" w:rsidRDefault="009E1B95" w:rsidP="009E1B95">
      <w:pPr>
        <w:rPr>
          <w:rFonts w:ascii="Calibri" w:hAnsi="Calibri"/>
          <w:szCs w:val="20"/>
        </w:rPr>
      </w:pPr>
      <w:r>
        <w:rPr>
          <w:rFonts w:ascii="Calibri" w:hAnsi="Calibri"/>
          <w:noProof/>
          <w:szCs w:val="20"/>
        </w:rPr>
        <w:pict>
          <v:roundrect id="_x0000_s1111" style="position:absolute;margin-left:380pt;margin-top:-4.85pt;width:146.1pt;height:19.5pt;z-index:5" arcsize="10923f" o:regroupid="2">
            <v:shadow on="t"/>
            <v:textbox style="mso-next-textbox:#_x0000_s1111" inset="0,0,0,0">
              <w:txbxContent>
                <w:p w:rsidR="00252710" w:rsidRPr="00466D98" w:rsidRDefault="00252710" w:rsidP="00252710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Geometry Practice</w:t>
                  </w:r>
                </w:p>
              </w:txbxContent>
            </v:textbox>
          </v:roundrect>
        </w:pict>
      </w:r>
      <w:r>
        <w:rPr>
          <w:rFonts w:ascii="Calibri" w:hAnsi="Calibri"/>
          <w:noProof/>
          <w:szCs w:val="20"/>
        </w:rPr>
        <w:pict>
          <v:rect id="_x0000_s1110" style="position:absolute;margin-left:-1.5pt;margin-top:-20.25pt;width:540.75pt;height:63pt;z-index:-19" o:regroupid="2" filled="f" stroked="f">
            <v:textbox style="mso-next-textbox:#_x0000_s1110">
              <w:txbxContent>
                <w:p w:rsidR="00252710" w:rsidRPr="006F2584" w:rsidRDefault="00ED20E8" w:rsidP="00252710">
                  <w:pPr>
                    <w:tabs>
                      <w:tab w:val="right" w:pos="5580"/>
                      <w:tab w:val="right" w:pos="10440"/>
                    </w:tabs>
                  </w:pPr>
                  <w:r>
                    <w:tab/>
                  </w:r>
                  <w:r w:rsidR="00252710" w:rsidRPr="0021511C">
                    <w:tab/>
                  </w:r>
                  <w:fldSimple w:instr=" FILENAME   \* MERGEFORMAT ">
                    <w:r w:rsidR="00275142">
                      <w:rPr>
                        <w:noProof/>
                      </w:rPr>
                      <w:t>Day 20 Classwork</w:t>
                    </w:r>
                  </w:fldSimple>
                </w:p>
                <w:p w:rsidR="00252710" w:rsidRPr="00311F19" w:rsidRDefault="00252710" w:rsidP="00252710">
                  <w:pPr>
                    <w:pStyle w:val="Header"/>
                    <w:tabs>
                      <w:tab w:val="right" w:pos="2430"/>
                      <w:tab w:val="right" w:pos="4680"/>
                    </w:tabs>
                    <w:rPr>
                      <w:i/>
                      <w:u w:val="single"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Mr. Tiénou-Gustafson, Mr. Bielmeier</w:t>
                  </w:r>
                </w:p>
                <w:p w:rsidR="00252710" w:rsidRPr="0021511C" w:rsidRDefault="00252710" w:rsidP="00252710">
                  <w:pPr>
                    <w:pStyle w:val="Header"/>
                    <w:tabs>
                      <w:tab w:val="right" w:pos="2790"/>
                    </w:tabs>
                    <w:rPr>
                      <w:lang w:val="en-US"/>
                    </w:rPr>
                  </w:pPr>
                  <w:r>
                    <w:t>Geometry</w:t>
                  </w:r>
                </w:p>
                <w:p w:rsidR="00252710" w:rsidRPr="0021511C" w:rsidRDefault="00252710" w:rsidP="00252710">
                  <w:pPr>
                    <w:tabs>
                      <w:tab w:val="right" w:pos="2790"/>
                    </w:tabs>
                  </w:pPr>
                  <w:r w:rsidRPr="0021511C">
                    <w:t>Date:</w:t>
                  </w:r>
                  <w:r w:rsidRPr="0021511C"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Mon, 22 Sep 2014</w:t>
                  </w:r>
                  <w:r w:rsidRPr="0021511C">
                    <w:rPr>
                      <w:u w:val="single"/>
                    </w:rPr>
                    <w:tab/>
                  </w:r>
                </w:p>
                <w:p w:rsidR="00252710" w:rsidRPr="006F2584" w:rsidRDefault="00252710" w:rsidP="00252710">
                  <w:pPr>
                    <w:pStyle w:val="Header"/>
                    <w:tabs>
                      <w:tab w:val="right" w:pos="2520"/>
                    </w:tabs>
                  </w:pPr>
                </w:p>
              </w:txbxContent>
            </v:textbox>
          </v:rect>
        </w:pict>
      </w:r>
    </w:p>
    <w:p w:rsidR="00252710" w:rsidRDefault="009E1B95" w:rsidP="009E1B95">
      <w:pPr>
        <w:rPr>
          <w:rFonts w:ascii="Calibri" w:hAnsi="Calibri"/>
          <w:szCs w:val="20"/>
        </w:rPr>
      </w:pPr>
      <w:r>
        <w:rPr>
          <w:rFonts w:ascii="Calibri" w:hAnsi="Calibri"/>
          <w:noProof/>
          <w:szCs w:val="20"/>
        </w:rPr>
        <w:pict>
          <v:roundrect id="_x0000_s1108" style="position:absolute;margin-left:189.4pt;margin-top:.25pt;width:339.15pt;height:21.2pt;z-index:3" arcsize="10923f" o:regroupid="1" strokeweight=".25pt">
            <v:shadow on="t"/>
            <v:textbox style="mso-next-textbox:#_x0000_s1108;mso-fit-shape-to-text:t" inset="0,0,0,0">
              <w:txbxContent>
                <w:p w:rsidR="00252710" w:rsidRPr="009E1B95" w:rsidRDefault="009E1B95" w:rsidP="009E1B95">
                  <w:pPr>
                    <w:ind w:left="180"/>
                    <w:rPr>
                      <w:color w:val="595959"/>
                      <w:sz w:val="44"/>
                      <w:szCs w:val="20"/>
                    </w:rPr>
                  </w:pPr>
                  <w:r w:rsidRPr="009E1B95">
                    <w:rPr>
                      <w:b/>
                      <w:color w:val="595959"/>
                      <w:sz w:val="44"/>
                      <w:szCs w:val="20"/>
                      <w:u w:val="single"/>
                    </w:rPr>
                    <w:t>Please DO NOT write on this sheet</w:t>
                  </w:r>
                </w:p>
              </w:txbxContent>
            </v:textbox>
          </v:roundrect>
        </w:pict>
      </w:r>
    </w:p>
    <w:p w:rsidR="00252710" w:rsidRDefault="00252710" w:rsidP="009E1B95">
      <w:pPr>
        <w:rPr>
          <w:rFonts w:ascii="Calibri" w:hAnsi="Calibri"/>
          <w:szCs w:val="20"/>
        </w:rPr>
      </w:pPr>
    </w:p>
    <w:p w:rsidR="0064079D" w:rsidRPr="00891B5A" w:rsidRDefault="0064079D" w:rsidP="009E1B95">
      <w:pPr>
        <w:rPr>
          <w:b/>
        </w:rPr>
      </w:pPr>
      <w:r w:rsidRPr="00891B5A">
        <w:rPr>
          <w:b/>
        </w:rPr>
        <w:t>Do you know</w:t>
      </w:r>
      <w:proofErr w:type="gramStart"/>
      <w:r w:rsidRPr="00891B5A">
        <w:rPr>
          <w:b/>
        </w:rPr>
        <w:t>…</w:t>
      </w:r>
      <w:proofErr w:type="gramEnd"/>
      <w:r w:rsidR="00033971"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6018"/>
        <w:gridCol w:w="3270"/>
      </w:tblGrid>
      <w:tr w:rsidR="0064079D" w:rsidTr="007B74F9">
        <w:tc>
          <w:tcPr>
            <w:tcW w:w="1728" w:type="dxa"/>
            <w:shd w:val="clear" w:color="auto" w:fill="auto"/>
          </w:tcPr>
          <w:p w:rsidR="0064079D" w:rsidRPr="004E53EE" w:rsidRDefault="0064079D" w:rsidP="009E1B95">
            <w:pPr>
              <w:rPr>
                <w:b/>
              </w:rPr>
            </w:pPr>
            <w:proofErr w:type="gramStart"/>
            <w:r w:rsidRPr="004E53EE">
              <w:rPr>
                <w:b/>
              </w:rPr>
              <w:t>Foundations of Geometry?</w:t>
            </w:r>
            <w:proofErr w:type="gramEnd"/>
          </w:p>
          <w:p w:rsidR="0064079D" w:rsidRPr="004E53EE" w:rsidRDefault="0064079D" w:rsidP="009E1B95">
            <w:pPr>
              <w:rPr>
                <w:b/>
              </w:rPr>
            </w:pPr>
          </w:p>
          <w:p w:rsidR="0064079D" w:rsidRPr="004E53EE" w:rsidRDefault="0064079D" w:rsidP="009E1B95">
            <w:pPr>
              <w:jc w:val="center"/>
              <w:rPr>
                <w:b/>
              </w:rPr>
            </w:pPr>
          </w:p>
          <w:p w:rsidR="0064079D" w:rsidRPr="004E53EE" w:rsidRDefault="0064079D" w:rsidP="009E1B95">
            <w:pPr>
              <w:tabs>
                <w:tab w:val="center" w:pos="1043"/>
                <w:tab w:val="right" w:pos="2086"/>
              </w:tabs>
              <w:rPr>
                <w:b/>
              </w:rPr>
            </w:pPr>
          </w:p>
        </w:tc>
        <w:tc>
          <w:tcPr>
            <w:tcW w:w="60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4079D" w:rsidRPr="005A33FA" w:rsidRDefault="0064079D" w:rsidP="009E1B95">
            <w:r w:rsidRPr="005A33FA">
              <w:t xml:space="preserve"> </w:t>
            </w:r>
            <w:r w:rsidR="00033971">
              <w:t>Draw the following</w:t>
            </w:r>
            <w:r w:rsidR="009E1B95">
              <w:t xml:space="preserve"> on graph paper</w:t>
            </w:r>
            <w:r w:rsidR="00033971">
              <w:t>:</w:t>
            </w:r>
          </w:p>
          <w:p w:rsidR="0064079D" w:rsidRDefault="00033971" w:rsidP="009E1B95">
            <w:pPr>
              <w:numPr>
                <w:ilvl w:val="0"/>
                <w:numId w:val="41"/>
              </w:numPr>
            </w:pPr>
            <w:r>
              <w:t>Plane F</w:t>
            </w:r>
          </w:p>
          <w:p w:rsidR="00033971" w:rsidRDefault="00033971" w:rsidP="009E1B95">
            <w:pPr>
              <w:numPr>
                <w:ilvl w:val="0"/>
                <w:numId w:val="41"/>
              </w:numPr>
            </w:pPr>
            <w:r>
              <w:t xml:space="preserve">Line </w:t>
            </w:r>
            <w:r>
              <w:rPr>
                <w:i/>
              </w:rPr>
              <w:t>h</w:t>
            </w:r>
            <w:r w:rsidR="00614355">
              <w:t xml:space="preserve"> lying on p</w:t>
            </w:r>
            <w:r>
              <w:t>lane F</w:t>
            </w:r>
          </w:p>
          <w:p w:rsidR="00033971" w:rsidRDefault="00033971" w:rsidP="009E1B95">
            <w:pPr>
              <w:numPr>
                <w:ilvl w:val="0"/>
                <w:numId w:val="41"/>
              </w:numPr>
            </w:pPr>
            <w:r>
              <w:t xml:space="preserve">Three collinear points on line </w:t>
            </w:r>
            <w:r>
              <w:rPr>
                <w:i/>
              </w:rPr>
              <w:t>h</w:t>
            </w:r>
            <w:r>
              <w:t>: A, B, C</w:t>
            </w:r>
          </w:p>
          <w:p w:rsidR="00F030AA" w:rsidRDefault="00F030AA" w:rsidP="009E1B95">
            <w:pPr>
              <w:numPr>
                <w:ilvl w:val="0"/>
                <w:numId w:val="41"/>
              </w:numPr>
            </w:pPr>
            <w:r>
              <w:t>One non-collinear point J on plane F</w:t>
            </w:r>
          </w:p>
          <w:p w:rsidR="005A0EF6" w:rsidRPr="005A33FA" w:rsidRDefault="00F030AA" w:rsidP="009E1B95">
            <w:pPr>
              <w:numPr>
                <w:ilvl w:val="0"/>
                <w:numId w:val="41"/>
              </w:numPr>
            </w:pPr>
            <w:r>
              <w:t xml:space="preserve">One point </w:t>
            </w:r>
            <w:r w:rsidR="00077202">
              <w:t xml:space="preserve">S </w:t>
            </w:r>
            <w:r>
              <w:t>that is non-</w:t>
            </w:r>
            <w:r w:rsidR="00033971">
              <w:t xml:space="preserve">coplanar </w:t>
            </w:r>
            <w:r>
              <w:t>to plane F</w:t>
            </w:r>
          </w:p>
        </w:tc>
        <w:tc>
          <w:tcPr>
            <w:tcW w:w="327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33971" w:rsidRDefault="00033971" w:rsidP="009E1B95"/>
          <w:p w:rsidR="0064079D" w:rsidRPr="005A33FA" w:rsidRDefault="0064079D" w:rsidP="009E1B95"/>
        </w:tc>
      </w:tr>
      <w:tr w:rsidR="0064079D" w:rsidTr="007B74F9">
        <w:tc>
          <w:tcPr>
            <w:tcW w:w="1728" w:type="dxa"/>
            <w:shd w:val="clear" w:color="auto" w:fill="auto"/>
          </w:tcPr>
          <w:p w:rsidR="0064079D" w:rsidRPr="004E53EE" w:rsidRDefault="0064079D" w:rsidP="009E1B95">
            <w:pPr>
              <w:rPr>
                <w:b/>
              </w:rPr>
            </w:pPr>
            <w:proofErr w:type="gramStart"/>
            <w:r w:rsidRPr="004E53EE">
              <w:rPr>
                <w:b/>
              </w:rPr>
              <w:t>Line Segments?</w:t>
            </w:r>
            <w:proofErr w:type="gramEnd"/>
          </w:p>
          <w:p w:rsidR="0064079D" w:rsidRPr="004E53EE" w:rsidRDefault="0064079D" w:rsidP="009E1B95">
            <w:pPr>
              <w:rPr>
                <w:b/>
              </w:rPr>
            </w:pPr>
          </w:p>
          <w:p w:rsidR="0064079D" w:rsidRPr="004E53EE" w:rsidRDefault="0064079D" w:rsidP="009E1B95">
            <w:pPr>
              <w:jc w:val="right"/>
              <w:rPr>
                <w:b/>
              </w:rPr>
            </w:pPr>
          </w:p>
          <w:p w:rsidR="0064079D" w:rsidRPr="004E53EE" w:rsidRDefault="0064079D" w:rsidP="009E1B95">
            <w:pPr>
              <w:jc w:val="center"/>
              <w:rPr>
                <w:b/>
              </w:rPr>
            </w:pPr>
          </w:p>
        </w:tc>
        <w:tc>
          <w:tcPr>
            <w:tcW w:w="60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4079D" w:rsidRPr="004E53EE" w:rsidRDefault="005A0EF6" w:rsidP="009E1B95">
            <w:pPr>
              <w:rPr>
                <w:i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104" type="#_x0000_t202" style="position:absolute;margin-left:74.3pt;margin-top:3.3pt;width:33.25pt;height:21pt;z-index: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d="f">
                  <v:textbox style="mso-fit-shape-to-text:t">
                    <w:txbxContent>
                      <w:p w:rsidR="00140903" w:rsidRDefault="005A0EF6">
                        <w:r>
                          <w:t>47</w:t>
                        </w:r>
                      </w:p>
                    </w:txbxContent>
                  </v:textbox>
                </v:shape>
              </w:pict>
            </w:r>
            <w:r w:rsidR="0064079D" w:rsidRPr="005A33FA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i1025" type="#_x0000_t75" style="width:168pt;height:45.75pt;visibility:visible">
                  <v:imagedata r:id="rId8" o:title="" gain="69719f"/>
                </v:shape>
              </w:pict>
            </w:r>
          </w:p>
        </w:tc>
        <w:tc>
          <w:tcPr>
            <w:tcW w:w="327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4079D" w:rsidRPr="005A33FA" w:rsidRDefault="0064079D" w:rsidP="009E1B95">
            <w:r w:rsidRPr="005A33FA">
              <w:t>5. Find x.</w:t>
            </w:r>
          </w:p>
          <w:p w:rsidR="0064079D" w:rsidRPr="004E53EE" w:rsidRDefault="0064079D" w:rsidP="009E1B95">
            <w:pPr>
              <w:rPr>
                <w:iCs/>
              </w:rPr>
            </w:pPr>
            <w:r w:rsidRPr="005A33FA">
              <w:t xml:space="preserve">6. Find </w:t>
            </w:r>
            <w:r w:rsidRPr="004E53EE">
              <w:rPr>
                <w:i/>
              </w:rPr>
              <w:t>Y</w:t>
            </w:r>
            <w:r w:rsidR="005A0EF6">
              <w:rPr>
                <w:i/>
              </w:rPr>
              <w:t>Z</w:t>
            </w:r>
            <w:r w:rsidRPr="004E53EE">
              <w:rPr>
                <w:i/>
              </w:rPr>
              <w:t>.</w:t>
            </w:r>
          </w:p>
          <w:p w:rsidR="005A0EF6" w:rsidRPr="005A33FA" w:rsidRDefault="005A0EF6" w:rsidP="009E1B95"/>
        </w:tc>
      </w:tr>
      <w:tr w:rsidR="00140903" w:rsidTr="007B74F9">
        <w:tc>
          <w:tcPr>
            <w:tcW w:w="1728" w:type="dxa"/>
            <w:shd w:val="clear" w:color="auto" w:fill="auto"/>
          </w:tcPr>
          <w:p w:rsidR="00140903" w:rsidRPr="004E53EE" w:rsidRDefault="00140903" w:rsidP="009E1B95">
            <w:pPr>
              <w:rPr>
                <w:b/>
              </w:rPr>
            </w:pPr>
            <w:proofErr w:type="gramStart"/>
            <w:r w:rsidRPr="004E53EE">
              <w:rPr>
                <w:b/>
              </w:rPr>
              <w:t>Distance and Absolute Value?</w:t>
            </w:r>
            <w:proofErr w:type="gramEnd"/>
          </w:p>
          <w:p w:rsidR="00140903" w:rsidRPr="004E53EE" w:rsidRDefault="00140903" w:rsidP="009E1B95">
            <w:pPr>
              <w:rPr>
                <w:b/>
              </w:rPr>
            </w:pPr>
          </w:p>
          <w:p w:rsidR="00140903" w:rsidRPr="004E53EE" w:rsidRDefault="00140903" w:rsidP="009E1B95">
            <w:pPr>
              <w:rPr>
                <w:b/>
              </w:rPr>
            </w:pPr>
          </w:p>
          <w:p w:rsidR="00140903" w:rsidRPr="004E53EE" w:rsidRDefault="00140903" w:rsidP="009E1B95">
            <w:pPr>
              <w:rPr>
                <w:b/>
              </w:rPr>
            </w:pPr>
          </w:p>
          <w:p w:rsidR="00140903" w:rsidRPr="004E53EE" w:rsidRDefault="00140903" w:rsidP="009E1B95">
            <w:pPr>
              <w:jc w:val="center"/>
              <w:rPr>
                <w:b/>
              </w:rPr>
            </w:pPr>
          </w:p>
        </w:tc>
        <w:tc>
          <w:tcPr>
            <w:tcW w:w="9288" w:type="dxa"/>
            <w:gridSpan w:val="2"/>
            <w:shd w:val="clear" w:color="auto" w:fill="auto"/>
          </w:tcPr>
          <w:p w:rsidR="00140903" w:rsidRPr="00C05DB2" w:rsidRDefault="00140903" w:rsidP="009E1B95">
            <w:pPr>
              <w:rPr>
                <w:bCs/>
              </w:rPr>
            </w:pPr>
            <w:r w:rsidRPr="00C05DB2">
              <w:rPr>
                <w:bCs/>
              </w:rPr>
              <w:t>Use the number line below to answer the questions that follow.</w:t>
            </w:r>
          </w:p>
          <w:p w:rsidR="00140903" w:rsidRPr="00C05DB2" w:rsidRDefault="00140903" w:rsidP="009E1B95">
            <w:pPr>
              <w:rPr>
                <w:iCs/>
              </w:rPr>
            </w:pPr>
            <w:r>
              <w:pict>
                <v:shape id="_x0000_i1026" type="#_x0000_t75" style="width:292.5pt;height:28.5pt;mso-wrap-edited:f" wrapcoords="-42 0 -42 21168 21600 21168 21600 0 -42 0">
                  <v:imagedata r:id="rId9" o:title=""/>
                </v:shape>
              </w:pict>
            </w:r>
          </w:p>
          <w:p w:rsidR="00140903" w:rsidRPr="00C05DB2" w:rsidRDefault="00140903" w:rsidP="009E1B95">
            <w:pPr>
              <w:rPr>
                <w:iCs/>
              </w:rPr>
            </w:pPr>
          </w:p>
          <w:p w:rsidR="00140903" w:rsidRDefault="00140903" w:rsidP="009E1B95">
            <w:r>
              <w:t>7.  Using absolute value, what is the distance between AE?</w:t>
            </w:r>
          </w:p>
          <w:p w:rsidR="00140903" w:rsidRDefault="00140903" w:rsidP="009E1B95">
            <w:r>
              <w:t>8. Using absolute value,</w:t>
            </w:r>
            <w:r w:rsidR="00077202">
              <w:t xml:space="preserve"> what is the distance between AC</w:t>
            </w:r>
            <w:r>
              <w:t>?</w:t>
            </w:r>
          </w:p>
          <w:p w:rsidR="006F206F" w:rsidRPr="005A33FA" w:rsidRDefault="005A0EF6" w:rsidP="009E1B95">
            <w:r>
              <w:t>9.</w:t>
            </w:r>
            <w:r w:rsidR="00077202">
              <w:t xml:space="preserve"> How much longer is AE than AC</w:t>
            </w:r>
            <w:r w:rsidR="00140903">
              <w:t>?</w:t>
            </w:r>
          </w:p>
        </w:tc>
      </w:tr>
      <w:tr w:rsidR="00252710" w:rsidTr="007B74F9">
        <w:trPr>
          <w:trHeight w:val="1457"/>
        </w:trPr>
        <w:tc>
          <w:tcPr>
            <w:tcW w:w="1728" w:type="dxa"/>
            <w:shd w:val="clear" w:color="auto" w:fill="auto"/>
          </w:tcPr>
          <w:p w:rsidR="00252710" w:rsidRDefault="00252710" w:rsidP="009E1B95">
            <w:pPr>
              <w:rPr>
                <w:b/>
              </w:rPr>
            </w:pPr>
            <w:r>
              <w:rPr>
                <w:b/>
              </w:rPr>
              <w:t>Absolute Value Word Problems</w:t>
            </w:r>
          </w:p>
          <w:p w:rsidR="00252710" w:rsidRPr="004E53EE" w:rsidRDefault="00252710" w:rsidP="009E1B95">
            <w:pPr>
              <w:jc w:val="center"/>
              <w:rPr>
                <w:b/>
              </w:rPr>
            </w:pPr>
          </w:p>
        </w:tc>
        <w:tc>
          <w:tcPr>
            <w:tcW w:w="9288" w:type="dxa"/>
            <w:gridSpan w:val="2"/>
            <w:shd w:val="clear" w:color="auto" w:fill="auto"/>
          </w:tcPr>
          <w:p w:rsidR="00252710" w:rsidRDefault="00252710" w:rsidP="007B74F9">
            <w:pPr>
              <w:widowControl w:val="0"/>
              <w:autoSpaceDE w:val="0"/>
              <w:autoSpaceDN w:val="0"/>
              <w:adjustRightInd w:val="0"/>
              <w:ind w:left="308" w:hanging="308"/>
              <w:contextualSpacing/>
              <w:rPr>
                <w:rFonts w:cs="Calibri"/>
              </w:rPr>
            </w:pPr>
            <w:r>
              <w:rPr>
                <w:rFonts w:cs="Calibri"/>
              </w:rPr>
              <w:t xml:space="preserve">10. </w:t>
            </w:r>
            <w:r w:rsidRPr="00C14D58">
              <w:rPr>
                <w:rFonts w:cs="Calibri"/>
              </w:rPr>
              <w:t xml:space="preserve">What is the distance between 6 and −6? </w:t>
            </w:r>
            <w:proofErr w:type="gramStart"/>
            <w:r w:rsidRPr="00C14D58">
              <w:rPr>
                <w:rFonts w:cs="Calibri"/>
              </w:rPr>
              <w:t>between</w:t>
            </w:r>
            <w:proofErr w:type="gramEnd"/>
            <w:r w:rsidRPr="00C14D58">
              <w:rPr>
                <w:rFonts w:cs="Calibri"/>
              </w:rPr>
              <w:t xml:space="preserve"> 24 and 17? </w:t>
            </w:r>
            <w:proofErr w:type="gramStart"/>
            <w:r w:rsidRPr="00C14D58">
              <w:rPr>
                <w:rFonts w:cs="Calibri"/>
              </w:rPr>
              <w:t>between</w:t>
            </w:r>
            <w:proofErr w:type="gramEnd"/>
            <w:r w:rsidRPr="00C14D58">
              <w:rPr>
                <w:rFonts w:cs="Calibri"/>
              </w:rPr>
              <w:t xml:space="preserve"> 17 and 24? </w:t>
            </w:r>
            <w:proofErr w:type="gramStart"/>
            <w:r w:rsidRPr="00C14D58">
              <w:rPr>
                <w:rFonts w:cs="Calibri"/>
              </w:rPr>
              <w:t>between</w:t>
            </w:r>
            <w:proofErr w:type="gramEnd"/>
            <w:r w:rsidRPr="00C14D58">
              <w:rPr>
                <w:rFonts w:cs="Calibri"/>
              </w:rPr>
              <w:t xml:space="preserve"> t and 4? The distance between two points is always positive. </w:t>
            </w:r>
          </w:p>
          <w:p w:rsidR="007B74F9" w:rsidRDefault="007B74F9" w:rsidP="007B74F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98"/>
              <w:contextualSpacing/>
              <w:rPr>
                <w:rFonts w:cs="Calibri"/>
              </w:rPr>
            </w:pPr>
            <w:r w:rsidRPr="00C14D58">
              <w:rPr>
                <w:rFonts w:cs="Calibri"/>
              </w:rPr>
              <w:t xml:space="preserve">If </w:t>
            </w:r>
            <w:proofErr w:type="gramStart"/>
            <w:r w:rsidRPr="00C14D58">
              <w:rPr>
                <w:rFonts w:cs="Calibri"/>
              </w:rPr>
              <w:t>a and</w:t>
            </w:r>
            <w:proofErr w:type="gramEnd"/>
            <w:r w:rsidRPr="00C14D58">
              <w:rPr>
                <w:rFonts w:cs="Calibri"/>
              </w:rPr>
              <w:t xml:space="preserve"> b are two points on a number line, the distance is therefore either a − b or b − a, whichever is nonnegative. This is an example of an absolute-value calculation, and the result is written |a − b|. What is the meaning of |b − a|?</w:t>
            </w:r>
          </w:p>
          <w:p w:rsidR="007B74F9" w:rsidRPr="007B74F9" w:rsidRDefault="007B74F9" w:rsidP="009E1B95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98"/>
              <w:contextualSpacing/>
              <w:rPr>
                <w:rFonts w:cs="Calibri"/>
              </w:rPr>
            </w:pPr>
            <w:r w:rsidRPr="00C14D58">
              <w:rPr>
                <w:rFonts w:cs="Calibri"/>
              </w:rPr>
              <w:t>Write a formula that expresses the distance between p and 17. Describe all the possible values for p if this distance is to be greater than 29.</w:t>
            </w:r>
          </w:p>
        </w:tc>
      </w:tr>
      <w:tr w:rsidR="007B74F9" w:rsidTr="007B74F9">
        <w:trPr>
          <w:trHeight w:val="1457"/>
        </w:trPr>
        <w:tc>
          <w:tcPr>
            <w:tcW w:w="1728" w:type="dxa"/>
            <w:shd w:val="clear" w:color="auto" w:fill="auto"/>
          </w:tcPr>
          <w:p w:rsidR="007B74F9" w:rsidRDefault="007B74F9" w:rsidP="009E1B95">
            <w:pPr>
              <w:rPr>
                <w:b/>
              </w:rPr>
            </w:pPr>
            <w:r>
              <w:rPr>
                <w:b/>
              </w:rPr>
              <w:t>Distance &amp; Measurement</w:t>
            </w:r>
          </w:p>
        </w:tc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74F9" w:rsidRDefault="007B74F9" w:rsidP="007B74F9">
            <w:pPr>
              <w:numPr>
                <w:ilvl w:val="0"/>
                <w:numId w:val="45"/>
              </w:numPr>
            </w:pPr>
            <w:r>
              <w:t>How many tick marks are there in every inch?</w:t>
            </w:r>
          </w:p>
          <w:p w:rsidR="007B74F9" w:rsidRDefault="007B74F9" w:rsidP="007B74F9">
            <w:r>
              <w:rPr>
                <w:rFonts w:ascii="Times" w:hAnsi="Times" w:cs="Times"/>
              </w:rPr>
              <w:pict>
                <v:shape id="_x0000_i1033" type="#_x0000_t75" style="width:468pt;height:96.75pt">
                  <v:imagedata r:id="rId10" o:title=""/>
                </v:shape>
              </w:pict>
            </w:r>
          </w:p>
          <w:p w:rsidR="007B74F9" w:rsidRDefault="007B74F9" w:rsidP="007B74F9">
            <w:pPr>
              <w:numPr>
                <w:ilvl w:val="0"/>
                <w:numId w:val="45"/>
              </w:numPr>
            </w:pPr>
            <w:r>
              <w:t xml:space="preserve">What is the smallest measurement we can make using inches and the ruler </w:t>
            </w:r>
            <w:proofErr w:type="gramStart"/>
            <w:r>
              <w:t>above</w:t>
            </w:r>
            <w:proofErr w:type="gramEnd"/>
            <w:r>
              <w:t>?</w:t>
            </w:r>
          </w:p>
          <w:p w:rsidR="007B74F9" w:rsidRDefault="007B74F9" w:rsidP="007B74F9">
            <w:pPr>
              <w:numPr>
                <w:ilvl w:val="0"/>
                <w:numId w:val="45"/>
              </w:numPr>
            </w:pPr>
            <w:r>
              <w:t>What is the measurement indicated in the ruler above?</w:t>
            </w:r>
          </w:p>
          <w:p w:rsidR="007B74F9" w:rsidRDefault="007B74F9" w:rsidP="007B74F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pict>
                <v:shape id="_x0000_i1034" type="#_x0000_t75" style="width:468pt;height:96.75pt">
                  <v:imagedata r:id="rId11" o:title=""/>
                </v:shape>
              </w:pict>
            </w:r>
          </w:p>
          <w:p w:rsidR="007B74F9" w:rsidRPr="007B74F9" w:rsidRDefault="007B74F9" w:rsidP="007B74F9">
            <w:pPr>
              <w:numPr>
                <w:ilvl w:val="0"/>
                <w:numId w:val="45"/>
              </w:numPr>
            </w:pPr>
            <w:r>
              <w:t>What is the measurement indicated in the ruler above?</w:t>
            </w:r>
          </w:p>
        </w:tc>
      </w:tr>
    </w:tbl>
    <w:p w:rsidR="009E1B95" w:rsidRDefault="009E1B95" w:rsidP="009E1B95">
      <w:pPr>
        <w:rPr>
          <w:rFonts w:ascii="Cambria" w:hAnsi="Cambria"/>
        </w:rPr>
      </w:pPr>
    </w:p>
    <w:p w:rsidR="00252710" w:rsidRDefault="007B74F9" w:rsidP="009E1B95">
      <w:pPr>
        <w:widowControl w:val="0"/>
        <w:autoSpaceDE w:val="0"/>
        <w:autoSpaceDN w:val="0"/>
        <w:adjustRightInd w:val="0"/>
        <w:contextualSpacing/>
        <w:rPr>
          <w:rFonts w:cs="Calibri"/>
          <w:b/>
        </w:rPr>
      </w:pPr>
      <w:r>
        <w:rPr>
          <w:rFonts w:cs="Calibri"/>
          <w:b/>
          <w:u w:val="single"/>
        </w:rPr>
        <w:br w:type="page"/>
      </w:r>
      <w:r>
        <w:rPr>
          <w:rFonts w:cs="Calibri"/>
          <w:b/>
          <w:u w:val="single"/>
        </w:rPr>
        <w:lastRenderedPageBreak/>
        <w:t xml:space="preserve">Multiple </w:t>
      </w:r>
      <w:proofErr w:type="gramStart"/>
      <w:r>
        <w:rPr>
          <w:rFonts w:cs="Calibri"/>
          <w:b/>
          <w:u w:val="single"/>
        </w:rPr>
        <w:t>Choice</w:t>
      </w:r>
      <w:proofErr w:type="gramEnd"/>
    </w:p>
    <w:p w:rsidR="007B74F9" w:rsidRPr="007B74F9" w:rsidRDefault="007B74F9" w:rsidP="009E1B95">
      <w:pPr>
        <w:widowControl w:val="0"/>
        <w:autoSpaceDE w:val="0"/>
        <w:autoSpaceDN w:val="0"/>
        <w:adjustRightInd w:val="0"/>
        <w:contextualSpacing/>
        <w:rPr>
          <w:i/>
        </w:rPr>
      </w:pPr>
      <w:r w:rsidRPr="007B74F9">
        <w:rPr>
          <w:rFonts w:cs="Calibri"/>
          <w:i/>
        </w:rPr>
        <w:t xml:space="preserve">On your graph paper, copy the </w:t>
      </w:r>
      <w:r w:rsidRPr="007B74F9">
        <w:rPr>
          <w:rFonts w:cs="Calibri"/>
          <w:i/>
          <w:u w:val="single"/>
        </w:rPr>
        <w:t>diagram</w:t>
      </w:r>
      <w:r w:rsidRPr="007B74F9">
        <w:rPr>
          <w:rFonts w:cs="Calibri"/>
          <w:i/>
        </w:rPr>
        <w:t xml:space="preserve"> and the </w:t>
      </w:r>
      <w:r w:rsidRPr="007B74F9">
        <w:rPr>
          <w:rFonts w:cs="Calibri"/>
          <w:i/>
          <w:u w:val="single"/>
        </w:rPr>
        <w:t>true</w:t>
      </w:r>
      <w:r w:rsidRPr="007B74F9">
        <w:rPr>
          <w:i/>
        </w:rPr>
        <w:t xml:space="preserve"> statement. You do </w:t>
      </w:r>
      <w:r w:rsidRPr="007B74F9">
        <w:rPr>
          <w:i/>
          <w:u w:val="single"/>
        </w:rPr>
        <w:t>not</w:t>
      </w:r>
      <w:r w:rsidRPr="007B74F9">
        <w:rPr>
          <w:i/>
        </w:rPr>
        <w:t xml:space="preserve"> need to copy the question. For word problems, simply write the problem in algebraic form.</w:t>
      </w:r>
    </w:p>
    <w:p w:rsidR="00252710" w:rsidRDefault="00252710" w:rsidP="009E1B95">
      <w:pPr>
        <w:widowControl w:val="0"/>
        <w:autoSpaceDE w:val="0"/>
        <w:autoSpaceDN w:val="0"/>
        <w:adjustRightInd w:val="0"/>
        <w:contextualSpacing/>
        <w:rPr>
          <w:rFonts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5688"/>
        <w:gridCol w:w="5328"/>
      </w:tblGrid>
      <w:tr w:rsidR="00252710" w:rsidRPr="00C979C8" w:rsidTr="00161C9A">
        <w:tc>
          <w:tcPr>
            <w:tcW w:w="5688" w:type="dxa"/>
          </w:tcPr>
          <w:p w:rsidR="00252710" w:rsidRPr="002C71BD" w:rsidRDefault="0025271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2C71BD">
              <w:rPr>
                <w:rFonts w:ascii="Times New Roman" w:hAnsi="Times New Roman"/>
                <w:sz w:val="24"/>
              </w:rPr>
              <w:t>) Which statement about the figure is true?</w:t>
            </w:r>
          </w:p>
          <w:p w:rsidR="00252710" w:rsidRDefault="00547280" w:rsidP="009E1B95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pict>
                <v:shape id="Picture 1" o:spid="_x0000_i1027" type="#_x0000_t75" style="width:117pt;height:55.5pt;visibility:visible">
                  <v:imagedata r:id="rId12" o:title="" croptop="7831f" cropbottom="34829f" cropright="27197f"/>
                </v:shape>
              </w:pict>
            </w:r>
          </w:p>
          <w:p w:rsidR="00252710" w:rsidRPr="002C71BD" w:rsidRDefault="0025271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 xml:space="preserve">A. Lines </w:t>
            </w:r>
            <w:r w:rsidRPr="002C71BD">
              <w:rPr>
                <w:rFonts w:ascii="Times New Roman" w:hAnsi="Times New Roman"/>
                <w:i/>
                <w:sz w:val="24"/>
              </w:rPr>
              <w:t>x</w:t>
            </w:r>
            <w:r w:rsidRPr="002C71BD">
              <w:rPr>
                <w:rFonts w:ascii="Times New Roman" w:hAnsi="Times New Roman"/>
                <w:sz w:val="24"/>
              </w:rPr>
              <w:t xml:space="preserve"> and </w:t>
            </w:r>
            <w:r w:rsidRPr="002C71BD">
              <w:rPr>
                <w:rFonts w:ascii="Times New Roman" w:hAnsi="Times New Roman"/>
                <w:i/>
                <w:sz w:val="24"/>
              </w:rPr>
              <w:t>y</w:t>
            </w:r>
            <w:r w:rsidRPr="002C71BD">
              <w:rPr>
                <w:rFonts w:ascii="Times New Roman" w:hAnsi="Times New Roman"/>
                <w:sz w:val="24"/>
              </w:rPr>
              <w:t xml:space="preserve"> intersect at point </w:t>
            </w:r>
            <w:r w:rsidRPr="002C71BD">
              <w:rPr>
                <w:rFonts w:ascii="Times New Roman" w:hAnsi="Times New Roman"/>
                <w:i/>
                <w:sz w:val="24"/>
              </w:rPr>
              <w:t>A</w:t>
            </w:r>
          </w:p>
          <w:p w:rsidR="00252710" w:rsidRPr="002C71BD" w:rsidRDefault="0025271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 xml:space="preserve">B. </w:t>
            </w:r>
            <w:r>
              <w:rPr>
                <w:rFonts w:ascii="Times New Roman" w:hAnsi="Times New Roman"/>
                <w:sz w:val="24"/>
              </w:rPr>
              <w:t>Points A, B and C are collinear</w:t>
            </w:r>
          </w:p>
          <w:p w:rsidR="00252710" w:rsidRPr="002C71BD" w:rsidRDefault="0025271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 xml:space="preserve">C. Another name for line </w:t>
            </w:r>
            <w:r w:rsidRPr="002C71BD">
              <w:rPr>
                <w:rFonts w:ascii="Times New Roman" w:hAnsi="Times New Roman"/>
                <w:i/>
                <w:sz w:val="24"/>
              </w:rPr>
              <w:t>x</w:t>
            </w:r>
            <w:r w:rsidRPr="002C71BD">
              <w:rPr>
                <w:rFonts w:ascii="Times New Roman" w:hAnsi="Times New Roman"/>
                <w:sz w:val="24"/>
              </w:rPr>
              <w:t xml:space="preserve"> is </w:t>
            </w:r>
            <w:r w:rsidRPr="002C71BD">
              <w:rPr>
                <w:rFonts w:ascii="Times New Roman" w:hAnsi="Times New Roman"/>
                <w:position w:val="-2"/>
                <w:sz w:val="24"/>
              </w:rPr>
              <w:object w:dxaOrig="380" w:dyaOrig="280">
                <v:shape id="_x0000_i1028" type="#_x0000_t75" style="width:18.75pt;height:14.25pt" o:ole="">
                  <v:imagedata r:id="rId13" o:title=""/>
                </v:shape>
                <o:OLEObject Type="Embed" ProgID="Equation.3" ShapeID="_x0000_i1028" DrawAspect="Content" ObjectID="_1472850793" r:id="rId14"/>
              </w:object>
            </w:r>
          </w:p>
          <w:p w:rsidR="00252710" w:rsidRPr="002C71BD" w:rsidRDefault="0025271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 xml:space="preserve">D. Another name for </w:t>
            </w:r>
            <w:r w:rsidRPr="002C71BD">
              <w:rPr>
                <w:rFonts w:ascii="Times New Roman" w:hAnsi="Times New Roman"/>
                <w:position w:val="-2"/>
                <w:sz w:val="24"/>
              </w:rPr>
              <w:object w:dxaOrig="380" w:dyaOrig="260">
                <v:shape id="_x0000_i1029" type="#_x0000_t75" style="width:18.75pt;height:12.75pt" o:ole="">
                  <v:imagedata r:id="rId15" o:title=""/>
                </v:shape>
                <o:OLEObject Type="Embed" ProgID="Equation.3" ShapeID="_x0000_i1029" DrawAspect="Content" ObjectID="_1472850794" r:id="rId16"/>
              </w:object>
            </w:r>
            <w:r w:rsidRPr="002C71BD">
              <w:rPr>
                <w:rFonts w:ascii="Times New Roman" w:hAnsi="Times New Roman"/>
                <w:sz w:val="24"/>
              </w:rPr>
              <w:t xml:space="preserve"> is </w:t>
            </w:r>
            <w:r w:rsidRPr="002C71BD">
              <w:rPr>
                <w:rFonts w:ascii="Times New Roman" w:hAnsi="Times New Roman"/>
                <w:position w:val="-2"/>
                <w:sz w:val="24"/>
              </w:rPr>
              <w:object w:dxaOrig="360" w:dyaOrig="260">
                <v:shape id="_x0000_i1030" type="#_x0000_t75" style="width:18pt;height:12.75pt" o:ole="">
                  <v:imagedata r:id="rId17" o:title=""/>
                </v:shape>
                <o:OLEObject Type="Embed" ProgID="Equation.3" ShapeID="_x0000_i1030" DrawAspect="Content" ObjectID="_1472850795" r:id="rId18"/>
              </w:object>
            </w:r>
          </w:p>
          <w:p w:rsidR="00252710" w:rsidRPr="004A4D42" w:rsidRDefault="0025271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 xml:space="preserve">E. Another name for line </w:t>
            </w:r>
            <w:r w:rsidRPr="002C71BD">
              <w:rPr>
                <w:rFonts w:ascii="Times New Roman" w:hAnsi="Times New Roman"/>
                <w:i/>
                <w:sz w:val="24"/>
              </w:rPr>
              <w:t xml:space="preserve">y </w:t>
            </w:r>
            <w:r w:rsidRPr="002C71BD">
              <w:rPr>
                <w:rFonts w:ascii="Times New Roman" w:hAnsi="Times New Roman"/>
                <w:sz w:val="24"/>
              </w:rPr>
              <w:t xml:space="preserve">is line </w:t>
            </w:r>
            <w:r w:rsidRPr="002C71BD">
              <w:rPr>
                <w:rFonts w:ascii="Times New Roman" w:hAnsi="Times New Roman"/>
                <w:i/>
                <w:sz w:val="24"/>
              </w:rPr>
              <w:t>B</w:t>
            </w:r>
          </w:p>
        </w:tc>
        <w:tc>
          <w:tcPr>
            <w:tcW w:w="5328" w:type="dxa"/>
          </w:tcPr>
          <w:p w:rsidR="00252710" w:rsidRPr="002C71BD" w:rsidRDefault="00252710" w:rsidP="009E1B95">
            <w:pPr>
              <w:autoSpaceDE w:val="0"/>
              <w:autoSpaceDN w:val="0"/>
              <w:adjustRightInd w:val="0"/>
            </w:pPr>
            <w:r>
              <w:t>2</w:t>
            </w:r>
            <w:r w:rsidRPr="002C71BD">
              <w:t xml:space="preserve">) What is the length </w:t>
            </w:r>
            <w:proofErr w:type="gramStart"/>
            <w:r w:rsidRPr="002C71BD">
              <w:t xml:space="preserve">of </w:t>
            </w:r>
            <w:proofErr w:type="gramEnd"/>
            <w:r w:rsidRPr="005C4BAB">
              <w:rPr>
                <w:position w:val="-4"/>
              </w:rPr>
              <w:object w:dxaOrig="400" w:dyaOrig="320">
                <v:shape id="_x0000_i1031" type="#_x0000_t75" style="width:20.25pt;height:15.75pt" o:ole="">
                  <v:imagedata r:id="rId19" o:title=""/>
                </v:shape>
                <o:OLEObject Type="Embed" ProgID="Equation.3" ShapeID="_x0000_i1031" DrawAspect="Content" ObjectID="_1472850796" r:id="rId20"/>
              </w:object>
            </w:r>
            <w:r w:rsidRPr="002C71BD">
              <w:t>?</w:t>
            </w:r>
          </w:p>
          <w:p w:rsidR="00252710" w:rsidRPr="002C71BD" w:rsidRDefault="00252710" w:rsidP="009E1B95">
            <w:pPr>
              <w:autoSpaceDE w:val="0"/>
              <w:autoSpaceDN w:val="0"/>
              <w:adjustRightInd w:val="0"/>
            </w:pPr>
            <w:r w:rsidRPr="002C71BD">
              <w:rPr>
                <w:noProof/>
              </w:rPr>
              <w:pict>
                <v:shape id="Picture 4" o:spid="_x0000_i1032" type="#_x0000_t75" style="width:146.25pt;height:36pt;visibility:visible">
                  <v:imagedata r:id="rId21" o:title="" croptop="7235f" cropbottom="42981f"/>
                </v:shape>
              </w:pict>
            </w:r>
          </w:p>
          <w:p w:rsidR="00252710" w:rsidRDefault="00252710" w:rsidP="009E1B95">
            <w:pPr>
              <w:autoSpaceDE w:val="0"/>
              <w:autoSpaceDN w:val="0"/>
              <w:adjustRightInd w:val="0"/>
            </w:pPr>
          </w:p>
          <w:p w:rsidR="00252710" w:rsidRPr="00C979C8" w:rsidRDefault="00252710" w:rsidP="009E1B95">
            <w:pPr>
              <w:pStyle w:val="MediumGrid2"/>
              <w:rPr>
                <w:rFonts w:ascii="Times New Roman" w:hAnsi="Times New Roman"/>
                <w:sz w:val="24"/>
                <w:lang w:val="fr-FR"/>
              </w:rPr>
            </w:pPr>
            <w:r w:rsidRPr="00C979C8">
              <w:rPr>
                <w:rFonts w:ascii="Times New Roman" w:hAnsi="Times New Roman"/>
                <w:sz w:val="24"/>
                <w:lang w:val="fr-FR"/>
              </w:rPr>
              <w:t>A. 3</w:t>
            </w:r>
          </w:p>
          <w:p w:rsidR="00252710" w:rsidRPr="00C979C8" w:rsidRDefault="00252710" w:rsidP="009E1B95">
            <w:pPr>
              <w:pStyle w:val="MediumGrid2"/>
              <w:rPr>
                <w:rFonts w:ascii="Times New Roman" w:hAnsi="Times New Roman"/>
                <w:sz w:val="24"/>
                <w:lang w:val="fr-FR"/>
              </w:rPr>
            </w:pPr>
            <w:r w:rsidRPr="00C979C8">
              <w:rPr>
                <w:rFonts w:ascii="Times New Roman" w:hAnsi="Times New Roman"/>
                <w:sz w:val="24"/>
                <w:lang w:val="fr-FR"/>
              </w:rPr>
              <w:t>B. 12</w:t>
            </w:r>
          </w:p>
          <w:p w:rsidR="00252710" w:rsidRPr="00C979C8" w:rsidRDefault="00252710" w:rsidP="009E1B95">
            <w:pPr>
              <w:pStyle w:val="MediumGrid2"/>
              <w:rPr>
                <w:rFonts w:ascii="Times New Roman" w:hAnsi="Times New Roman"/>
                <w:sz w:val="24"/>
                <w:lang w:val="fr-FR"/>
              </w:rPr>
            </w:pPr>
            <w:r w:rsidRPr="00C979C8">
              <w:rPr>
                <w:rFonts w:ascii="Times New Roman" w:hAnsi="Times New Roman"/>
                <w:sz w:val="24"/>
                <w:lang w:val="fr-FR"/>
              </w:rPr>
              <w:t>C. 24</w:t>
            </w:r>
          </w:p>
          <w:p w:rsidR="00252710" w:rsidRPr="00C979C8" w:rsidRDefault="00252710" w:rsidP="009E1B95">
            <w:pPr>
              <w:pStyle w:val="MediumGrid2"/>
              <w:rPr>
                <w:rFonts w:ascii="Times New Roman" w:hAnsi="Times New Roman"/>
                <w:sz w:val="24"/>
                <w:lang w:val="fr-FR"/>
              </w:rPr>
            </w:pPr>
            <w:r w:rsidRPr="00C979C8">
              <w:rPr>
                <w:rFonts w:ascii="Times New Roman" w:hAnsi="Times New Roman"/>
                <w:sz w:val="24"/>
                <w:lang w:val="fr-FR"/>
              </w:rPr>
              <w:t>D. 25</w:t>
            </w:r>
          </w:p>
          <w:p w:rsidR="00252710" w:rsidRPr="004A4D42" w:rsidRDefault="00252710" w:rsidP="00547280">
            <w:pPr>
              <w:pStyle w:val="MediumGrid2"/>
              <w:tabs>
                <w:tab w:val="left" w:pos="3177"/>
              </w:tabs>
              <w:rPr>
                <w:rFonts w:ascii="Times New Roman" w:hAnsi="Times New Roman"/>
                <w:sz w:val="24"/>
                <w:lang w:val="fr-FR"/>
              </w:rPr>
            </w:pPr>
            <w:r w:rsidRPr="00C979C8">
              <w:rPr>
                <w:rFonts w:ascii="Times New Roman" w:hAnsi="Times New Roman"/>
                <w:sz w:val="24"/>
                <w:lang w:val="fr-FR"/>
              </w:rPr>
              <w:t>E. 114</w:t>
            </w:r>
          </w:p>
        </w:tc>
      </w:tr>
      <w:tr w:rsidR="00547280" w:rsidRPr="002C71BD" w:rsidTr="00161C9A">
        <w:tc>
          <w:tcPr>
            <w:tcW w:w="5688" w:type="dxa"/>
          </w:tcPr>
          <w:p w:rsidR="00547280" w:rsidRPr="002C71BD" w:rsidRDefault="00547280" w:rsidP="00436483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4</w:t>
            </w:r>
            <w:r w:rsidRPr="002C71BD">
              <w:rPr>
                <w:rFonts w:ascii="Times New Roman" w:hAnsi="Times New Roman" w:cs="Arial"/>
                <w:b/>
                <w:sz w:val="24"/>
              </w:rPr>
              <w:t xml:space="preserve">) </w:t>
            </w:r>
            <w:r w:rsidRPr="002C71BD">
              <w:rPr>
                <w:rFonts w:ascii="Times New Roman" w:hAnsi="Times New Roman"/>
                <w:sz w:val="24"/>
              </w:rPr>
              <w:t xml:space="preserve">On a number line, point </w:t>
            </w:r>
            <w:r w:rsidRPr="002C71BD">
              <w:rPr>
                <w:rFonts w:ascii="Times New Roman" w:hAnsi="Times New Roman"/>
                <w:i/>
                <w:sz w:val="24"/>
              </w:rPr>
              <w:t>X</w:t>
            </w:r>
            <w:r w:rsidRPr="002C71BD">
              <w:rPr>
                <w:rFonts w:ascii="Times New Roman" w:hAnsi="Times New Roman"/>
                <w:sz w:val="24"/>
              </w:rPr>
              <w:t xml:space="preserve"> is located at 4, </w:t>
            </w:r>
            <w:r w:rsidRPr="002C71BD">
              <w:rPr>
                <w:rFonts w:ascii="Times New Roman" w:hAnsi="Times New Roman"/>
                <w:i/>
                <w:sz w:val="24"/>
              </w:rPr>
              <w:t xml:space="preserve">Y </w:t>
            </w:r>
            <w:r w:rsidRPr="002C71BD">
              <w:rPr>
                <w:rFonts w:ascii="Times New Roman" w:hAnsi="Times New Roman"/>
                <w:sz w:val="24"/>
              </w:rPr>
              <w:t xml:space="preserve">is located at –3, and </w:t>
            </w:r>
            <w:r w:rsidRPr="002C71BD">
              <w:rPr>
                <w:rFonts w:ascii="Times New Roman" w:hAnsi="Times New Roman"/>
                <w:i/>
                <w:sz w:val="24"/>
              </w:rPr>
              <w:t>Z</w:t>
            </w:r>
            <w:r w:rsidRPr="002C71BD">
              <w:rPr>
                <w:rFonts w:ascii="Times New Roman" w:hAnsi="Times New Roman"/>
                <w:sz w:val="24"/>
              </w:rPr>
              <w:t xml:space="preserve"> is located at –11. How much longer is </w:t>
            </w:r>
            <w:r w:rsidRPr="002C71BD">
              <w:rPr>
                <w:rFonts w:ascii="Times New Roman" w:hAnsi="Times New Roman"/>
                <w:i/>
                <w:sz w:val="24"/>
              </w:rPr>
              <w:t>XZ</w:t>
            </w:r>
            <w:r w:rsidRPr="002C71BD">
              <w:rPr>
                <w:rFonts w:ascii="Times New Roman" w:hAnsi="Times New Roman"/>
                <w:sz w:val="24"/>
              </w:rPr>
              <w:t xml:space="preserve"> than </w:t>
            </w:r>
            <w:r w:rsidRPr="002C71BD">
              <w:rPr>
                <w:rFonts w:ascii="Times New Roman" w:hAnsi="Times New Roman"/>
                <w:i/>
                <w:sz w:val="24"/>
              </w:rPr>
              <w:t>YZ</w:t>
            </w:r>
            <w:r w:rsidRPr="002C71BD">
              <w:rPr>
                <w:rFonts w:ascii="Times New Roman" w:hAnsi="Times New Roman"/>
                <w:sz w:val="24"/>
              </w:rPr>
              <w:t xml:space="preserve">? </w:t>
            </w:r>
          </w:p>
          <w:p w:rsidR="00547280" w:rsidRPr="002C71BD" w:rsidRDefault="00547280" w:rsidP="00436483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>A. 7</w:t>
            </w:r>
          </w:p>
          <w:p w:rsidR="00547280" w:rsidRPr="002C71BD" w:rsidRDefault="00547280" w:rsidP="00436483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>B. 8</w:t>
            </w:r>
          </w:p>
          <w:p w:rsidR="00547280" w:rsidRPr="002C71BD" w:rsidRDefault="00547280" w:rsidP="00436483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>C. 11</w:t>
            </w:r>
          </w:p>
          <w:p w:rsidR="00547280" w:rsidRPr="002C71BD" w:rsidRDefault="00547280" w:rsidP="00436483">
            <w:pPr>
              <w:pStyle w:val="MediumGrid2"/>
              <w:tabs>
                <w:tab w:val="left" w:pos="960"/>
              </w:tabs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>D. 14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547280" w:rsidRPr="00547280" w:rsidRDefault="00547280" w:rsidP="00436483">
            <w:pPr>
              <w:pStyle w:val="MediumGrid2"/>
              <w:tabs>
                <w:tab w:val="left" w:pos="3492"/>
              </w:tabs>
              <w:rPr>
                <w:rFonts w:ascii="Times New Roman" w:hAnsi="Times New Roman"/>
                <w:sz w:val="24"/>
              </w:rPr>
            </w:pPr>
            <w:r w:rsidRPr="002C71BD">
              <w:rPr>
                <w:rFonts w:ascii="Times New Roman" w:hAnsi="Times New Roman"/>
                <w:sz w:val="24"/>
              </w:rPr>
              <w:t>E. 15</w:t>
            </w:r>
            <w:r>
              <w:rPr>
                <w:rFonts w:ascii="Times New Roman" w:hAnsi="Times New Roman"/>
                <w:sz w:val="24"/>
              </w:rPr>
              <w:tab/>
            </w:r>
            <w:r w:rsidRPr="002C71BD">
              <w:rPr>
                <w:rFonts w:ascii="Times New Roman" w:hAnsi="Times New Roman" w:cs="Arial"/>
                <w:sz w:val="24"/>
              </w:rPr>
              <w:t>1.4 GRE402</w:t>
            </w:r>
          </w:p>
        </w:tc>
        <w:tc>
          <w:tcPr>
            <w:tcW w:w="5328" w:type="dxa"/>
          </w:tcPr>
          <w:p w:rsidR="00547280" w:rsidRDefault="00547280" w:rsidP="00547280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  <w:r w:rsidRPr="0078428D">
              <w:rPr>
                <w:rFonts w:ascii="Times New Roman" w:hAnsi="Times New Roman"/>
                <w:sz w:val="24"/>
              </w:rPr>
              <w:t xml:space="preserve">On a particular line segment, points A, B, and C are collinear, and B is between A and C. If </w:t>
            </w:r>
          </w:p>
          <w:p w:rsidR="00547280" w:rsidRPr="0078428D" w:rsidRDefault="00547280" w:rsidP="00547280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AB = 15 and BC = 9, what is the measure of AC?</w:t>
            </w:r>
          </w:p>
          <w:p w:rsidR="00547280" w:rsidRPr="0078428D" w:rsidRDefault="00547280" w:rsidP="00547280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A. 6</w:t>
            </w:r>
          </w:p>
          <w:p w:rsidR="00547280" w:rsidRPr="0078428D" w:rsidRDefault="00547280" w:rsidP="00547280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B. 9</w:t>
            </w:r>
          </w:p>
          <w:p w:rsidR="00547280" w:rsidRPr="0078428D" w:rsidRDefault="00547280" w:rsidP="00547280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C. 15</w:t>
            </w:r>
          </w:p>
          <w:p w:rsidR="00547280" w:rsidRPr="0078428D" w:rsidRDefault="00547280" w:rsidP="00547280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D. 24</w:t>
            </w:r>
          </w:p>
          <w:p w:rsidR="00547280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E. None of the above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1.3 GC/GRE402</w:t>
            </w:r>
          </w:p>
        </w:tc>
      </w:tr>
      <w:tr w:rsidR="00547280" w:rsidRPr="002C71BD" w:rsidTr="00161C9A">
        <w:tc>
          <w:tcPr>
            <w:tcW w:w="5688" w:type="dxa"/>
          </w:tcPr>
          <w:p w:rsidR="00547280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) Name a set of three points that are </w:t>
            </w:r>
            <w:r w:rsidRPr="00CE67BF">
              <w:rPr>
                <w:rFonts w:ascii="Times New Roman" w:hAnsi="Times New Roman"/>
                <w:i/>
                <w:sz w:val="24"/>
              </w:rPr>
              <w:t>not</w:t>
            </w:r>
            <w:r>
              <w:rPr>
                <w:rFonts w:ascii="Times New Roman" w:hAnsi="Times New Roman"/>
                <w:sz w:val="24"/>
              </w:rPr>
              <w:t xml:space="preserve"> coplanar.</w:t>
            </w:r>
          </w:p>
          <w:p w:rsidR="00547280" w:rsidRPr="00CE67BF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 w:rsidRPr="00CF0EF2">
              <w:rPr>
                <w:rFonts w:ascii="Times New Roman" w:hAnsi="Times New Roman"/>
                <w:noProof/>
                <w:sz w:val="24"/>
              </w:rPr>
              <w:pict>
                <v:shape id="Picture 2" o:spid="_x0000_i1036" type="#_x0000_t75" style="width:156.75pt;height:77.25pt;visibility:visible">
                  <v:imagedata r:id="rId22" o:title="" croptop="6847f" cropbottom="21030f" cropright="11947f"/>
                </v:shape>
              </w:pict>
            </w:r>
          </w:p>
          <w:p w:rsidR="00547280" w:rsidRDefault="00547280" w:rsidP="009E1B95">
            <w:pPr>
              <w:pStyle w:val="MediumGrid2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A. </w:t>
            </w:r>
            <w:r>
              <w:rPr>
                <w:rFonts w:ascii="Times New Roman" w:hAnsi="Times New Roman"/>
                <w:i/>
                <w:sz w:val="24"/>
              </w:rPr>
              <w:t xml:space="preserve">H, J </w:t>
            </w:r>
            <w:r w:rsidRPr="0078428D">
              <w:rPr>
                <w:rFonts w:ascii="Times New Roman" w:hAnsi="Times New Roman"/>
                <w:sz w:val="24"/>
              </w:rPr>
              <w:t xml:space="preserve">and </w:t>
            </w:r>
            <w:r>
              <w:rPr>
                <w:rFonts w:ascii="Times New Roman" w:hAnsi="Times New Roman"/>
                <w:i/>
                <w:sz w:val="24"/>
              </w:rPr>
              <w:t>I</w:t>
            </w:r>
          </w:p>
          <w:p w:rsidR="00547280" w:rsidRPr="0078428D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B. </w:t>
            </w:r>
            <w:r>
              <w:rPr>
                <w:rFonts w:ascii="Times New Roman" w:hAnsi="Times New Roman"/>
                <w:i/>
                <w:sz w:val="24"/>
              </w:rPr>
              <w:t xml:space="preserve">H, G, </w:t>
            </w:r>
            <w:r w:rsidRPr="0078428D">
              <w:rPr>
                <w:rFonts w:ascii="Times New Roman" w:hAnsi="Times New Roman"/>
                <w:sz w:val="24"/>
              </w:rPr>
              <w:t>and</w:t>
            </w:r>
            <w:r>
              <w:rPr>
                <w:rFonts w:ascii="Times New Roman" w:hAnsi="Times New Roman"/>
                <w:i/>
                <w:sz w:val="24"/>
              </w:rPr>
              <w:t xml:space="preserve"> J</w:t>
            </w:r>
          </w:p>
          <w:p w:rsidR="00547280" w:rsidRDefault="00547280" w:rsidP="009E1B95">
            <w:pPr>
              <w:pStyle w:val="MediumGrid2"/>
              <w:rPr>
                <w:rFonts w:ascii="Times New Roman" w:hAnsi="Times New Roman"/>
                <w:i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i/>
                <w:sz w:val="24"/>
              </w:rPr>
              <w:t xml:space="preserve">. H , G </w:t>
            </w:r>
            <w:r w:rsidRPr="0078428D">
              <w:rPr>
                <w:rFonts w:ascii="Times New Roman" w:hAnsi="Times New Roman"/>
                <w:sz w:val="24"/>
              </w:rPr>
              <w:t>and</w:t>
            </w:r>
            <w:r>
              <w:rPr>
                <w:rFonts w:ascii="Times New Roman" w:hAnsi="Times New Roman"/>
                <w:i/>
                <w:sz w:val="24"/>
              </w:rPr>
              <w:t xml:space="preserve"> I</w:t>
            </w:r>
          </w:p>
          <w:p w:rsidR="00547280" w:rsidRDefault="00547280" w:rsidP="009E1B95">
            <w:pPr>
              <w:pStyle w:val="MediumGrid2"/>
              <w:rPr>
                <w:rFonts w:ascii="Times New Roman" w:hAnsi="Times New Roman"/>
                <w:i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D.</w:t>
            </w:r>
            <w:r>
              <w:rPr>
                <w:rFonts w:ascii="Times New Roman" w:hAnsi="Times New Roman"/>
                <w:i/>
                <w:sz w:val="24"/>
              </w:rPr>
              <w:t xml:space="preserve"> G, J </w:t>
            </w:r>
            <w:r w:rsidRPr="0078428D">
              <w:rPr>
                <w:rFonts w:ascii="Times New Roman" w:hAnsi="Times New Roman"/>
                <w:sz w:val="24"/>
              </w:rPr>
              <w:t>and</w:t>
            </w:r>
            <w:r>
              <w:rPr>
                <w:rFonts w:ascii="Times New Roman" w:hAnsi="Times New Roman"/>
                <w:i/>
                <w:sz w:val="24"/>
              </w:rPr>
              <w:t xml:space="preserve"> I</w:t>
            </w:r>
          </w:p>
          <w:p w:rsidR="00547280" w:rsidRPr="00CF0EF2" w:rsidRDefault="00547280" w:rsidP="00547280">
            <w:pPr>
              <w:pStyle w:val="MediumGrid2"/>
              <w:tabs>
                <w:tab w:val="left" w:pos="3870"/>
              </w:tabs>
              <w:rPr>
                <w:rFonts w:ascii="Times New Roman" w:hAnsi="Times New Roman"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 xml:space="preserve">E. </w:t>
            </w:r>
            <w:r w:rsidRPr="00CE67BF">
              <w:rPr>
                <w:rFonts w:ascii="Times New Roman" w:hAnsi="Times New Roman"/>
                <w:i/>
                <w:sz w:val="24"/>
              </w:rPr>
              <w:t>G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</w:rPr>
              <w:t>F</w:t>
            </w:r>
            <w:r>
              <w:rPr>
                <w:rFonts w:ascii="Times New Roman" w:hAnsi="Times New Roman"/>
                <w:sz w:val="24"/>
              </w:rPr>
              <w:t xml:space="preserve"> and </w:t>
            </w:r>
            <w:r w:rsidRPr="00CE67BF">
              <w:rPr>
                <w:rFonts w:ascii="Times New Roman" w:hAnsi="Times New Roman"/>
                <w:i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1.1 GC</w:t>
            </w:r>
          </w:p>
        </w:tc>
        <w:tc>
          <w:tcPr>
            <w:tcW w:w="5328" w:type="dxa"/>
          </w:tcPr>
          <w:p w:rsidR="00547280" w:rsidRPr="002C71BD" w:rsidRDefault="00547280" w:rsidP="00C765EE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  <w:r w:rsidRPr="0078428D">
              <w:rPr>
                <w:rFonts w:ascii="Times New Roman" w:hAnsi="Times New Roman"/>
                <w:sz w:val="24"/>
              </w:rPr>
              <w:t xml:space="preserve">What is the length of </w:t>
            </w:r>
            <w:r w:rsidRPr="0078428D">
              <w:rPr>
                <w:rFonts w:ascii="Times New Roman" w:hAnsi="Times New Roman"/>
                <w:i/>
                <w:sz w:val="24"/>
              </w:rPr>
              <w:t>XY</w:t>
            </w:r>
            <w:r w:rsidRPr="0078428D">
              <w:rPr>
                <w:rFonts w:ascii="Times New Roman" w:hAnsi="Times New Roman"/>
                <w:sz w:val="24"/>
              </w:rPr>
              <w:t>?</w:t>
            </w:r>
            <w:r w:rsidRPr="0078428D">
              <w:rPr>
                <w:rFonts w:ascii="Times New Roman" w:hAnsi="Times New Roman"/>
                <w:noProof/>
                <w:sz w:val="24"/>
              </w:rPr>
              <w:t xml:space="preserve"> </w:t>
            </w:r>
          </w:p>
          <w:p w:rsidR="00547280" w:rsidRPr="002C71BD" w:rsidRDefault="00547280" w:rsidP="00C765EE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pict>
                <v:line id="Straight Connector 11" o:spid="_x0000_s1171" style="position:absolute;z-index:19;visibility:visible" from="170.85pt,1.45pt" to="170.8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X0tAEAALgDAAAOAAAAZHJzL2Uyb0RvYy54bWysU8GOEzEMvSPxD1HudNpqhapRp3voCi4I&#10;KhY+IJtxOhFJHDmh0/49TqadRSxCCHHxxImf7ffs2d6fvRMnoGQxdHK1WEoBQWNvw7GTX7+8e7OR&#10;ImUVeuUwQCcvkOT97vWr7RhbWOOArgcSnCSkdoydHHKObdMkPYBXaYERAj8aJK8yu3RselIjZ/eu&#10;WS+Xb5sRqY+EGlLi24fpUe5qfmNA50/GJMjCdZJ7y9VStU/FNrutao+k4mD1tQ31D114ZQMXnVM9&#10;qKzEd7IvUnmrCROavNDoGzTGaqgcmM1q+Qubx0FFqFxYnBRnmdL/S6s/ng4kbM+zW0kRlOcZPWZS&#10;9jhksccQWEEkwY+s1BhTy4B9ONDVS/FAhfbZkC9fJiTOVd3LrC6cs9DTpebb9ebublOFb55xkVJ+&#10;D+hFOXTS2VB4q1adPqTMtTj0FsJO6WOqXE/54qAEu/AZDHPhWquKrlsEe0fipHj+/bfKgnPVyAIx&#10;1rkZtPwz6BpbYFA362+Bc3StiCHPQG8D0u+q5vOtVTPF31hPXAvtJ+wvdQ5VDl6PqtJ1lcv+/exX&#10;+PMPt/sBAAD//wMAUEsDBBQABgAIAAAAIQBtW5qC3QAAAAgBAAAPAAAAZHJzL2Rvd25yZXYueG1s&#10;TI/NTsMwEITvSLyDtUjcqNNS4RKyqRA/p3IIgQNHN16SqPE6it0k8PS44gDH0Yxmvsm2s+3ESINv&#10;HSMsFwkI4sqZlmuE97fnqw0IHzQb3TkmhC/ysM3PzzKdGjfxK41lqEUsYZ9qhCaEPpXSVw1Z7Reu&#10;J47epxusDlEOtTSDnmK57eQqSW6k1S3HhUb39NBQdSiPFkE97cqinx5fvgupZFGMLmwOH4iXF/P9&#10;HYhAc/gLwwk/okMemfbuyMaLDuF6vVQxirC6BRH9X71HWCsFMs/k/wP5DwAAAP//AwBQSwECLQAU&#10;AAYACAAAACEAtoM4kv4AAADhAQAAEwAAAAAAAAAAAAAAAAAAAAAAW0NvbnRlbnRfVHlwZXNdLnht&#10;bFBLAQItABQABgAIAAAAIQA4/SH/1gAAAJQBAAALAAAAAAAAAAAAAAAAAC8BAABfcmVscy8ucmVs&#10;c1BLAQItABQABgAIAAAAIQBWrnX0tAEAALgDAAAOAAAAAAAAAAAAAAAAAC4CAABkcnMvZTJvRG9j&#10;LnhtbFBLAQItABQABgAIAAAAIQBtW5qC3QAAAAgBAAAPAAAAAAAAAAAAAAAAAA4EAABkcnMvZG93&#10;bnJldi54bWxQSwUGAAAAAAQABADzAAAAGAUAAAAA&#10;"/>
              </w:pict>
            </w:r>
            <w:r w:rsidRPr="002C71BD">
              <w:rPr>
                <w:rFonts w:ascii="Times New Roman" w:hAnsi="Times New Roman"/>
                <w:noProof/>
                <w:sz w:val="24"/>
              </w:rPr>
              <w:pict>
                <v:line id="Straight Connector 10" o:spid="_x0000_s1170" style="position:absolute;z-index:18;visibility:visible" from="44.85pt,.7pt" to="44.8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FCswEAALgDAAAOAAAAZHJzL2Uyb0RvYy54bWysU8tu2zAQvBfIPxC8x5INpDAEyzk4SC9F&#10;azTtBzDU0iLCF5asJf99l5SsFGlRFEUvFB8zuzuzq939aA07A0btXcvXq5ozcNJ32p1a/u3r4+2W&#10;s5iE64TxDlp+gcjv9zfvdkNoYON7bzpARkFcbIbQ8j6l0FRVlD1YEVc+gKNH5dGKREc8VR2KgaJb&#10;U23q+n01eOwCegkx0u3D9Mj3Jb5SINNnpSIkZlpOtaWyYlmf81rtd6I5oQi9lnMZ4h+qsEI7SrqE&#10;ehBJsO+ofwlltUQfvUor6W3lldISigZSs67fqHnqRYCihcyJYbEp/r+w8tP5iEx31DuyxwlLPXpK&#10;KPSpT+zgnSMHPTJ6JKeGEBsiHNwR51MMR8yyR4U2f0kQG4u7l8VdGBOT06Wk2832rq63OVz1ygsY&#10;0wfwluVNy412WbdoxPljTBP0CiFermPKXHbpYiCDjfsCirRQrnVhlymCg0F2FtT/7mU9py3ITFHa&#10;mIVU/5k0YzMNymT9LXFBl4zepYVotfP4u6xpvJaqJvxV9aQ1y3723aX0odhB41EMnUc5z9/P50J/&#10;/eH2PwAAAP//AwBQSwMEFAAGAAgAAAAhAPIuxeXaAAAABgEAAA8AAABkcnMvZG93bnJldi54bWxM&#10;jktPg0AUhfcm/Q+T28SdHapNQWRoGh8rXSC6cDllrkDK3CHMFNBf77UbXZ5Hzvmy3Ww7MeLgW0cK&#10;1qsIBFLlTEu1gve3p6sEhA+ajO4coYIv9LDLFxeZTo2b6BXHMtSCR8inWkETQp9K6asGrfYr1yNx&#10;9ukGqwPLoZZm0BOP205eR9FWWt0SPzS6x/sGq2N5sgrix+ey6KeHl+9CxrIoRheS44dSl8t5fwci&#10;4Bz+yvCLz+iQM9PBnch40SlIbmNusr8BwfFZHhRstjcg80z+x89/AAAA//8DAFBLAQItABQABgAI&#10;AAAAIQC2gziS/gAAAOEBAAATAAAAAAAAAAAAAAAAAAAAAABbQ29udGVudF9UeXBlc10ueG1sUEsB&#10;Ai0AFAAGAAgAAAAhADj9If/WAAAAlAEAAAsAAAAAAAAAAAAAAAAALwEAAF9yZWxzLy5yZWxzUEsB&#10;Ai0AFAAGAAgAAAAhAAgCUUKzAQAAuAMAAA4AAAAAAAAAAAAAAAAALgIAAGRycy9lMm9Eb2MueG1s&#10;UEsBAi0AFAAGAAgAAAAhAPIuxeXaAAAABgEAAA8AAAAAAAAAAAAAAAAADQQAAGRycy9kb3ducmV2&#10;LnhtbFBLBQYAAAAABAAEAPMAAAAUBQAAAAA=&#10;"/>
              </w:pict>
            </w:r>
            <w:r w:rsidRPr="002C71BD">
              <w:rPr>
                <w:rFonts w:ascii="Times New Roman" w:hAnsi="Times New Roman"/>
                <w:noProof/>
                <w:sz w:val="24"/>
              </w:rPr>
              <w:t xml:space="preserve">                                         32</w:t>
            </w:r>
          </w:p>
          <w:p w:rsidR="00547280" w:rsidRPr="002C71BD" w:rsidRDefault="00547280" w:rsidP="00C765EE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169" type="#_x0000_t32" style="position:absolute;margin-left:44.85pt;margin-top:-.65pt;width:126.2pt;height:0;z-index:1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GBw1AEAAAoEAAAOAAAAZHJzL2Uyb0RvYy54bWysU9tu1DAQfUfiHyy/s0lWqFTRZiu0BV4Q&#10;rGj5ANeXjYVvGptN8veMnWyKoEJVxcskvpwzc86MdzejNeQsIWrvOtpsakqk415od+ro9/uPb64p&#10;iYk5wYx3sqOTjPRm//rVbgit3PreGyGBIImL7RA62qcU2qqKvJeWxY0P0uGh8mBZwiWcKgFsQHZr&#10;qm1dX1WDBxHAcxkj7t7Oh3Rf+JWSPH1VKspETEextlQilPiQY7XfsfYELPSaL2WwF1RhmXaYdKW6&#10;ZYmRn6D/orKag49epQ33tvJKaS6LBlTT1H+ouetZkEULmhPDalP8f7T8y/kIRIuOYqMcs9iiuwRM&#10;n/pE3gP4gRy8c2ijB3Kd3RpCbBF0cEdYVjEcIUsfFdj8RVFkLA5Pq8NyTITjZnNVb9+9xUbwy1n1&#10;CAwQ0yfpLck/HY1LHWsBTXGYnT/HhKkReAHkrMbl2EsmPjhB0hRQCcsC5hYnps0TB0iSgVVWNeso&#10;f2kycib9JhW6kysvyctcyoMBcmY4UeJHk+kLC97MEKWNWUH1v0HL3QyTZVafC1xvl4zepRVotfPw&#10;VNY0XkpV8/2L6llrlv3gxVS6WuzAgSvKlseRJ/r3dYE/PuH9LwAAAP//AwBQSwMEFAAGAAgAAAAh&#10;AIs/Q1rdAAAACAEAAA8AAABkcnMvZG93bnJldi54bWxMj81OwzAQhO9IvIO1SNxaxw1qS4hTQRFS&#10;TwgCF27bePMj4nUUu014e4w4wHF2RjPf5rvZ9uJMo+8ca1DLBARx5UzHjYb3t6fFFoQPyAZ7x6Th&#10;izzsisuLHDPjJn6lcxkaEUvYZ6ihDWHIpPRVSxb90g3E0avdaDFEOTbSjDjFctvLVZKspcWO40KL&#10;A+1bqj7Lk9XwcNhPc+1KtQ4KH9NNTR+Hl2etr6/m+zsQgebwF4Yf/IgORWQ6uhMbL3oN29tNTGpY&#10;qBRE9NOblQJx/D3IIpf/Hyi+AQAA//8DAFBLAQItABQABgAIAAAAIQC2gziS/gAAAOEBAAATAAAA&#10;AAAAAAAAAAAAAAAAAABbQ29udGVudF9UeXBlc10ueG1sUEsBAi0AFAAGAAgAAAAhADj9If/WAAAA&#10;lAEAAAsAAAAAAAAAAAAAAAAALwEAAF9yZWxzLy5yZWxzUEsBAi0AFAAGAAgAAAAhAFGMYHDUAQAA&#10;CgQAAA4AAAAAAAAAAAAAAAAALgIAAGRycy9lMm9Eb2MueG1sUEsBAi0AFAAGAAgAAAAhAIs/Q1rd&#10;AAAACAEAAA8AAAAAAAAAAAAAAAAALgQAAGRycy9kb3ducmV2LnhtbFBLBQYAAAAABAAEAPMAAAA4&#10;BQAAAAA=&#10;">
                  <v:stroke startarrow="open" endarrow="open"/>
                </v:shape>
              </w:pict>
            </w:r>
          </w:p>
          <w:p w:rsidR="00547280" w:rsidRPr="002C71BD" w:rsidRDefault="00547280" w:rsidP="00C765EE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pict>
                <v:oval id="Oval 19" o:spid="_x0000_s1174" style="position:absolute;margin-left:168.65pt;margin-top:1.6pt;width:6.5pt;height:5.5pt;flip:x;z-index:2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vydAIAADQFAAAOAAAAZHJzL2Uyb0RvYy54bWysVE1vGyEQvVfqf0Dc67UtO42trCMrUdpK&#10;UWI1qXImLGRRgaGAvXZ/fQdYb9ImvVTdw2qGmXnMxxvOzvdGk53wQYGt6WQ0pkRYDo2yTzX9dn/1&#10;4ZSSEJltmAYranoQgZ6v3r8769xSTKEF3QhPEMSGZedq2sbollUVeCsMCyNwwqJRgjcsouqfqsaz&#10;DtGNrqbj8UnVgW+cBy5CwNPLYqSrjC+l4PFWyiAi0TXF3GL++/x/TP9qdcaWT565VvE+DfYPWRim&#10;LF46QF2yyMjWq1dQRnEPAWQccTAVSKm4yDVgNZPxH9XctcyJXAs2J7ihTeH/wfKb3cYT1eDsFpRY&#10;ZnBGtzumCarYm86FJbrcuY3vtYBiKnQvvSFSK/cZQ3PpWAzZ584ehs6KfSQcD0+n8zm2n6PlZHGK&#10;IqJVBSSBOR/iJwGGJKGmQiNuSJWzJdtdh1i8j14YmvIqmWQpHrRIztp+FRKrwRunOTrzSFxoT7Cm&#10;mjbfS6qhZY0oR/Mxfn06g3dOLoMlVKm0HnB7gMTP33FLjr1vChOZfkPg+G8JlcDBO98INg6BRlnw&#10;bwXrOOkTl8X/2JjSjtSZR2gOOF8PhfjB8SuFLb5mIW6YR6bjUHB74y3+pIauptBLlLTgf751nvyR&#10;gGilpMPNqWn4sWVeUKK/WKTmYjKbpVXLymz+cYqKf2l5fGmxW3MBOJoJvhOOZzH5R30UpQfzgEu+&#10;TreiiVmOd9eUR39ULmLZaHwmuFivsxuul2Px2t45fiRo4s/9/oF51/MsIj1v4Lhlr7hWfNM8LKy3&#10;EaTKRHzua99vXM1MmP4ZSbv/Us9ez4/d6hcAAAD//wMAUEsDBBQABgAIAAAAIQC8gMgQ4QAAAAgB&#10;AAAPAAAAZHJzL2Rvd25yZXYueG1sTI/BTsMwEETvSPyDtUjcqEMCTRXiVBUIyoFStSAENzdekqjx&#10;OordJvD1LCe47WieZmfy+WhbccTeN44UXE4iEEilMw1VCl5f7i9mIHzQZHTrCBV8oYd5cXqS68y4&#10;gTZ43IZKcAj5TCuoQ+gyKX1Zo9V+4jok9j5db3Vg2VfS9HrgcNvKOIqm0uqG+EOtO7ytsdxvD1bB&#10;+uNpunxYLe+G1fPi/XHz/Zame6vU+dm4uAERcAx/MPzW5+pQcKedO5DxolWQJGnCKB8xCPaT64j1&#10;jsGrGGSRy/8Dih8AAAD//wMAUEsBAi0AFAAGAAgAAAAhALaDOJL+AAAA4QEAABMAAAAAAAAAAAAA&#10;AAAAAAAAAFtDb250ZW50X1R5cGVzXS54bWxQSwECLQAUAAYACAAAACEAOP0h/9YAAACUAQAACwAA&#10;AAAAAAAAAAAAAAAvAQAAX3JlbHMvLnJlbHNQSwECLQAUAAYACAAAACEAwoZr8nQCAAA0BQAADgAA&#10;AAAAAAAAAAAAAAAuAgAAZHJzL2Uyb0RvYy54bWxQSwECLQAUAAYACAAAACEAvIDIEOEAAAAIAQAA&#10;DwAAAAAAAAAAAAAAAADOBAAAZHJzL2Rvd25yZXYueG1sUEsFBgAAAAAEAAQA8wAAANwFAAAAAA==&#10;" fillcolor="black" strokeweight="2pt"/>
              </w:pict>
            </w:r>
            <w:r w:rsidRPr="002C71BD">
              <w:rPr>
                <w:rFonts w:ascii="Times New Roman" w:hAnsi="Times New Roman"/>
                <w:noProof/>
                <w:sz w:val="24"/>
              </w:rPr>
              <w:pict>
                <v:oval id="Oval 14" o:spid="_x0000_s1173" style="position:absolute;margin-left:134.15pt;margin-top:1.6pt;width:6.5pt;height:5.5pt;flip:x;z-index:2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DgHcwIAADQFAAAOAAAAZHJzL2Uyb0RvYy54bWysVE1vGyEQvVfqf0Dcm7UtO00sryMrUdpK&#10;UWI1qXLGLGRRgaGAvXZ/fQdYb9ImvVTdw2qGmXnMxxsWF3ujyU74oMDWdHwyokRYDo2yTzX99nD9&#10;4YySEJltmAYranoQgV4s379bdG4uJtCCboQnCGLDvHM1bWN086oKvBWGhRNwwqJRgjcsouqfqsaz&#10;DtGNriaj0WnVgW+cBy5CwNOrYqTLjC+l4PFOyiAi0TXF3GL++/zfpH+1XLD5k2euVbxPg/1DFoYp&#10;i5cOUFcsMrL16hWUUdxDABlPOJgKpFRc5BqwmvHoj2ruW+ZErgWbE9zQpvD/YPntbu2JanB2U0os&#10;Mzijux3TBFXsTefCHF3u3dr3WkAxFbqX3hCplfuMobl0LIbsc2cPQ2fFPhKOh2eT2Qzbz9Fyen6G&#10;IqJVBSSBOR/iJwGGJKGmQiNuSJWzOdvdhFi8j14YmvIqmWQpHrRIztp+FRKrwRsnOTrzSFxqT7Cm&#10;mjbfS6qhZY0oR7MRfn06g3dOLoMlVKm0HnB7gMTP33FLjr1vChOZfkPg6G8JlcDBO98INg6BRlnw&#10;bwXrOO4Tl8X/2JjSjtSZDTQHnK+HQvzg+LXCFt+wENfMI9NxKLi98Q5/UkNXU+glSlrwP986T/5I&#10;QLRS0uHm1DT82DIvKNFfLFLzfDydplXLynT2cYKKf2nZvLTYrbkEHM0Y3wnHs5j8oz6K0oN5xCVf&#10;pVvRxCzHu2vKoz8ql7FsND4TXKxW2Q3Xy7F4Y+8dPxI08edh/8i863kWkZ63cNyyV1wrvmkeFlbb&#10;CFJlIj73te83rmYmTP+MpN1/qWev58du+QsAAP//AwBQSwMEFAAGAAgAAAAhAK2U1NThAAAACAEA&#10;AA8AAABkcnMvZG93bnJldi54bWxMj0FLw0AQhe+C/2EZwZvdNJU0xGxKUbQerNIqordtdkxCs7Mh&#10;u21if73jSY+P9/Hmm3wx2lYcsfeNIwXTSQQCqXSmoUrB2+v9VQrCB01Gt45QwTd6WBTnZ7nOjBto&#10;g8dtqASPkM+0gjqELpPSlzVa7SeuQ+Luy/VWB459JU2vBx63rYyjKJFWN8QXat3hbY3lfnuwCl4+&#10;n5LVw3p1N6yflx+Pm9P7fL63Sl1ejMsbEAHH8AfDrz6rQ8FOO3cg40WrIE7SGaMKZjEI7uN0ynnH&#10;4HUMssjl/weKHwAAAP//AwBQSwECLQAUAAYACAAAACEAtoM4kv4AAADhAQAAEwAAAAAAAAAAAAAA&#10;AAAAAAAAW0NvbnRlbnRfVHlwZXNdLnhtbFBLAQItABQABgAIAAAAIQA4/SH/1gAAAJQBAAALAAAA&#10;AAAAAAAAAAAAAC8BAABfcmVscy8ucmVsc1BLAQItABQABgAIAAAAIQDxzDgHcwIAADQFAAAOAAAA&#10;AAAAAAAAAAAAAC4CAABkcnMvZTJvRG9jLnhtbFBLAQItABQABgAIAAAAIQCtlNTU4QAAAAgBAAAP&#10;AAAAAAAAAAAAAAAAAM0EAABkcnMvZG93bnJldi54bWxQSwUGAAAAAAQABADzAAAA2wUAAAAA&#10;" fillcolor="black" strokeweight="2pt"/>
              </w:pict>
            </w:r>
            <w:r w:rsidRPr="002C71BD">
              <w:rPr>
                <w:rFonts w:ascii="Times New Roman" w:hAnsi="Times New Roman"/>
                <w:noProof/>
                <w:sz w:val="24"/>
              </w:rPr>
              <w:pict>
                <v:oval id="Oval 12" o:spid="_x0000_s1172" style="position:absolute;margin-left:40.05pt;margin-top:.85pt;width:6.5pt;height:5.5pt;flip:x;z-index: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BCOcwIAADQFAAAOAAAAZHJzL2Uyb0RvYy54bWysVE1vGyEQvVfqf0Dc67UtO02srCPLUdpK&#10;VhI1qXImLGRRgaGAvXZ/fQdYb9ImvVTdw2qGmXnMxxvOL/ZGk53wQYGt6WQ0pkRYDo2yTzX9dn/1&#10;4ZSSEJltmAYranoQgV4s378779xCTKEF3QhPEMSGRedq2sboFlUVeCsMCyNwwqJRgjcsouqfqsaz&#10;DtGNrqbj8UnVgW+cBy5CwNPLYqTLjC+l4PFGyiAi0TXF3GL++/x/TP9qec4WT565VvE+DfYPWRim&#10;LF46QF2yyMjWq1dQRnEPAWQccTAVSKm4yDVgNZPxH9XctcyJXAs2J7ihTeH/wfLr3a0nqsHZTSmx&#10;zOCMbnZME1SxN50LC3S5c7e+1wKKqdC99IZIrdxnDM2lYzFknzt7GDor9pFwPDydzufYfo6Wk7NT&#10;FBGtKiAJzPkQPwkwJAk1FRpxQ6qcLdhuE2LxPnphaMqrZJKleNAiOWv7VUisBm+c5ujMI7HWnmBN&#10;NW2+l1RDyxpRjuZj/Pp0Bu+cXAZLqFJpPeD2AImfv+OWHHvfFCYy/YbA8d8SKoGDd74RbBwCjbLg&#10;3wrWcdInLov/sTGlHakzj9AccL4eCvGD41cKW7xhId4yj0zHoeD2xhv8SQ1dTaGXKGnB/3zrPPkj&#10;AdFKSYebU9PwY8u8oER/sUjNs8lsllYtK7P5xykq/qXl8aXFbs0acDQTfCccz2Lyj/ooSg/mAZd8&#10;lW5FE7Mc764pj/6orGPZaHwmuFitshuul2NxY+8cPxI08ed+/8C863kWkZ7XcNyyV1wrvmkeFlbb&#10;CFJlIj73te83rmYmTP+MpN1/qWev58du+QsAAP//AwBQSwMEFAAGAAgAAAAhAI0DW6DeAAAABgEA&#10;AA8AAABkcnMvZG93bnJldi54bWxMjk1PwkAQhu8m/IfNmHiTLZhQrN0SolE8CISPGL0t3bFt6M42&#10;3YUWf73jSY/PvG/eedJZb2txxtZXjhSMhhEIpNyZigoF+93z7RSED5qMrh2hggt6mGWDq1QnxnW0&#10;wfM2FIJHyCdaQRlCk0jp8xKt9kPXIHH25VqrA2NbSNPqjsdtLcdRNJFWV8QfSt3gY4n5cXuyCtaf&#10;b5PFy3Lx1C1X84/Xzfd7HB+tUjfX/fwBRMA+/JXhV5/VIWOngzuR8aJWMI1G3OR7DILj+zvGA+M4&#10;Bpml8r9+9gMAAP//AwBQSwECLQAUAAYACAAAACEAtoM4kv4AAADhAQAAEwAAAAAAAAAAAAAAAAAA&#10;AAAAW0NvbnRlbnRfVHlwZXNdLnhtbFBLAQItABQABgAIAAAAIQA4/SH/1gAAAJQBAAALAAAAAAAA&#10;AAAAAAAAAC8BAABfcmVscy8ucmVsc1BLAQItABQABgAIAAAAIQDNBBCOcwIAADQFAAAOAAAAAAAA&#10;AAAAAAAAAC4CAABkcnMvZTJvRG9jLnhtbFBLAQItABQABgAIAAAAIQCNA1ug3gAAAAYBAAAPAAAA&#10;AAAAAAAAAAAAAM0EAABkcnMvZG93bnJldi54bWxQSwUGAAAAAAQABADzAAAA2AUAAAAA&#10;" fillcolor="black" strokeweight="2pt"/>
              </w:pict>
            </w:r>
            <w:r w:rsidRPr="002C71BD">
              <w:rPr>
                <w:rFonts w:ascii="Times New Roman" w:hAnsi="Times New Roman"/>
                <w:noProof/>
                <w:sz w:val="24"/>
              </w:rPr>
              <w:pict>
                <v:line id="Straight Connector 3" o:spid="_x0000_s1168" style="position:absolute;z-index:16;visibility:visible" from="44.65pt,4.7pt" to="170.8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QGJtQEAALcDAAAOAAAAZHJzL2Uyb0RvYy54bWysU8GOEzEMvSPxD1HudKZdtKBRp3voCi4I&#10;Kpb9gGzG6UQkceSETvv3OGk7iwAhhLh44uQ928/2rO+O3okDULIYerlctFJA0DjYsO/l45d3r95K&#10;kbIKg3IYoJcnSPJu8/LFeoodrHBENwAJDhJSN8VejjnHrmmSHsGrtMAIgR8NkleZXdo3A6mJo3vX&#10;rNr2tpmQhkioISW+vT8/yk2Nbwzo/MmYBFm4XnJtuVqq9qnYZrNW3Z5UHK2+lKH+oQqvbOCkc6h7&#10;lZX4RvaXUN5qwoQmLzT6Bo2xGqoGVrNsf1LzMKoIVQs3J8W5Ten/hdUfDzsSdujljRRBeR7RQyZl&#10;92MWWwyBG4gkbkqfppg6hm/Dji5eijsqoo+GfPmyHHGsvT3NvYVjFpovl7ft6s1rHoG+vjXPxEgp&#10;vwf0ohx66WwoslWnDh9S5mQMvULYKYWcU9dTPjkoYBc+g2EpJVll1yWCrSNxUDz+4euyyOBYFVko&#10;xjo3k9o/ky7YQoO6WH9LnNE1I4Y8E70NSL/Lmo/XUs0Zf1V91lpkP+FwqoOo7eDtqMoum1zW70e/&#10;0p//t813AAAA//8DAFBLAwQUAAYACAAAACEATBWnRdwAAAAGAQAADwAAAGRycy9kb3ducmV2Lnht&#10;bEyOTU+DQBRF9yb+h8kzcWeH2kYoZWiMHytdILro8pV5AinzhjBTQH+9Yze6vLk3555sN5tOjDS4&#10;1rKC5SICQVxZ3XKt4OP9+SYB4Tyyxs4yKfgiB7v88iLDVNuJ32gsfS0ChF2KChrv+1RKVzVk0C1s&#10;Txy6TzsY9CEOtdQDTgFuOnkbRXfSYMvhocGeHhqqjuXJKIifXsqinx5fvwsZy6IYrU+Oe6Wur+b7&#10;LQhPs/8bw69+UIc8OB3sibUTnYJkswpLBZs1iFCv1ssYxOGcZZ7J//r5DwAAAP//AwBQSwECLQAU&#10;AAYACAAAACEAtoM4kv4AAADhAQAAEwAAAAAAAAAAAAAAAAAAAAAAW0NvbnRlbnRfVHlwZXNdLnht&#10;bFBLAQItABQABgAIAAAAIQA4/SH/1gAAAJQBAAALAAAAAAAAAAAAAAAAAC8BAABfcmVscy8ucmVs&#10;c1BLAQItABQABgAIAAAAIQBRMQGJtQEAALcDAAAOAAAAAAAAAAAAAAAAAC4CAABkcnMvZTJvRG9j&#10;LnhtbFBLAQItABQABgAIAAAAIQBMFadF3AAAAAYBAAAPAAAAAAAAAAAAAAAAAA8EAABkcnMvZG93&#10;bnJldi54bWxQSwUGAAAAAAQABADzAAAAGAUAAAAA&#10;"/>
              </w:pict>
            </w:r>
          </w:p>
          <w:p w:rsidR="00547280" w:rsidRPr="002C71BD" w:rsidRDefault="00547280" w:rsidP="00C765EE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t xml:space="preserve">             X                           Y     6    Z</w:t>
            </w:r>
          </w:p>
          <w:p w:rsidR="00547280" w:rsidRPr="002C71BD" w:rsidRDefault="00547280" w:rsidP="00C765EE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t>A. 6</w:t>
            </w:r>
          </w:p>
          <w:p w:rsidR="00547280" w:rsidRPr="002C71BD" w:rsidRDefault="00547280" w:rsidP="00C765EE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t>B. 26</w:t>
            </w:r>
          </w:p>
          <w:p w:rsidR="00547280" w:rsidRPr="002C71BD" w:rsidRDefault="00547280" w:rsidP="00C765EE">
            <w:pPr>
              <w:pStyle w:val="MediumGrid2"/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t>C. 32</w:t>
            </w:r>
          </w:p>
          <w:p w:rsidR="00547280" w:rsidRPr="002C71BD" w:rsidRDefault="00547280" w:rsidP="00C765EE">
            <w:pPr>
              <w:pStyle w:val="MediumGrid2"/>
              <w:tabs>
                <w:tab w:val="left" w:pos="915"/>
              </w:tabs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t>D. 38</w:t>
            </w:r>
            <w:r>
              <w:rPr>
                <w:rFonts w:ascii="Times New Roman" w:hAnsi="Times New Roman"/>
                <w:noProof/>
                <w:sz w:val="24"/>
              </w:rPr>
              <w:tab/>
            </w:r>
          </w:p>
          <w:p w:rsidR="00547280" w:rsidRPr="007B74F9" w:rsidRDefault="00547280" w:rsidP="00C765EE">
            <w:pPr>
              <w:pStyle w:val="MediumGrid2"/>
              <w:tabs>
                <w:tab w:val="left" w:pos="3795"/>
              </w:tabs>
              <w:rPr>
                <w:rFonts w:ascii="Times New Roman" w:hAnsi="Times New Roman"/>
                <w:noProof/>
                <w:sz w:val="24"/>
              </w:rPr>
            </w:pPr>
            <w:r w:rsidRPr="002C71BD">
              <w:rPr>
                <w:rFonts w:ascii="Times New Roman" w:hAnsi="Times New Roman"/>
                <w:noProof/>
                <w:sz w:val="24"/>
              </w:rPr>
              <w:t>E. None of the above</w:t>
            </w:r>
            <w:r>
              <w:rPr>
                <w:rFonts w:ascii="Times New Roman" w:hAnsi="Times New Roman"/>
                <w:noProof/>
                <w:sz w:val="24"/>
              </w:rPr>
              <w:tab/>
            </w:r>
            <w:r w:rsidRPr="002C71BD">
              <w:rPr>
                <w:rFonts w:ascii="Times New Roman" w:hAnsi="Times New Roman"/>
                <w:sz w:val="24"/>
              </w:rPr>
              <w:t>1.3 GC/GRE402</w:t>
            </w:r>
          </w:p>
        </w:tc>
      </w:tr>
      <w:tr w:rsidR="00547280" w:rsidRPr="002C71BD" w:rsidTr="00161C9A">
        <w:tc>
          <w:tcPr>
            <w:tcW w:w="5688" w:type="dxa"/>
          </w:tcPr>
          <w:p w:rsidR="00547280" w:rsidRPr="00B37621" w:rsidRDefault="00547280" w:rsidP="009E1B95">
            <w:pPr>
              <w:autoSpaceDE w:val="0"/>
              <w:autoSpaceDN w:val="0"/>
              <w:adjustRightInd w:val="0"/>
            </w:pPr>
            <w:r>
              <w:t>9</w:t>
            </w:r>
            <w:r w:rsidRPr="00B37621">
              <w:t>) Use a ruler to measure the length of the segment to the nearest tenth of a centimeter.</w:t>
            </w:r>
          </w:p>
          <w:p w:rsidR="00547280" w:rsidRPr="00B37621" w:rsidRDefault="00547280" w:rsidP="009E1B95">
            <w:pPr>
              <w:autoSpaceDE w:val="0"/>
              <w:autoSpaceDN w:val="0"/>
              <w:adjustRightInd w:val="0"/>
              <w:jc w:val="center"/>
            </w:pPr>
            <w:r w:rsidRPr="00B37621">
              <w:rPr>
                <w:noProof/>
              </w:rPr>
            </w:r>
            <w:r w:rsidRPr="00B37621">
              <w:pict>
                <v:line id="_x0000_s1156" style="mso-wrap-edited:f;mso-position-horizontal-relative:char;mso-position-vertical-relative:line" from="0,0" to="133pt,0" wrapcoords="-244 -2147483648 -244 -2147483648 22210 -2147483648 22332 -2147483648 22088 -2147483648 21844 -2147483648 -244 -2147483648" strokeweight="1pt">
                  <v:fill o:detectmouseclick="t"/>
                  <v:shadow on="t" opacity="22938f" offset="0"/>
                  <w10:wrap type="none"/>
                  <w10:anchorlock/>
                </v:line>
              </w:pict>
            </w:r>
          </w:p>
          <w:p w:rsidR="00547280" w:rsidRPr="00547280" w:rsidRDefault="00547280" w:rsidP="009E1B95">
            <w:r w:rsidRPr="00547280">
              <w:t xml:space="preserve">A. 1.8 </w:t>
            </w:r>
          </w:p>
          <w:p w:rsidR="00547280" w:rsidRPr="00C979C8" w:rsidRDefault="00547280" w:rsidP="009E1B95">
            <w:pPr>
              <w:rPr>
                <w:lang w:val="fr-FR"/>
              </w:rPr>
            </w:pPr>
            <w:r w:rsidRPr="00C979C8">
              <w:rPr>
                <w:lang w:val="fr-FR"/>
              </w:rPr>
              <w:t xml:space="preserve">B. </w:t>
            </w:r>
            <w:r>
              <w:rPr>
                <w:lang w:val="fr-FR"/>
              </w:rPr>
              <w:t xml:space="preserve">2.0 </w:t>
            </w:r>
          </w:p>
          <w:p w:rsidR="00547280" w:rsidRPr="00C979C8" w:rsidRDefault="00547280" w:rsidP="009E1B95">
            <w:pPr>
              <w:rPr>
                <w:lang w:val="fr-FR"/>
              </w:rPr>
            </w:pPr>
            <w:r w:rsidRPr="00C979C8">
              <w:rPr>
                <w:lang w:val="fr-FR"/>
              </w:rPr>
              <w:t xml:space="preserve">C. </w:t>
            </w:r>
            <w:r>
              <w:rPr>
                <w:lang w:val="fr-FR"/>
              </w:rPr>
              <w:t>4.5</w:t>
            </w:r>
          </w:p>
          <w:p w:rsidR="00547280" w:rsidRPr="00C979C8" w:rsidRDefault="00547280" w:rsidP="009E1B95">
            <w:pPr>
              <w:rPr>
                <w:lang w:val="fr-FR"/>
              </w:rPr>
            </w:pPr>
            <w:r w:rsidRPr="00C979C8">
              <w:rPr>
                <w:lang w:val="fr-FR"/>
              </w:rPr>
              <w:t xml:space="preserve">D. </w:t>
            </w:r>
            <w:r>
              <w:rPr>
                <w:lang w:val="fr-FR"/>
              </w:rPr>
              <w:t>4.7</w:t>
            </w:r>
          </w:p>
          <w:p w:rsidR="00547280" w:rsidRPr="00C979C8" w:rsidRDefault="00547280" w:rsidP="009E1B95">
            <w:pPr>
              <w:rPr>
                <w:lang w:val="fr-FR"/>
              </w:rPr>
            </w:pPr>
            <w:r w:rsidRPr="00C979C8">
              <w:rPr>
                <w:lang w:val="fr-FR"/>
              </w:rPr>
              <w:t xml:space="preserve">E. </w:t>
            </w:r>
            <w:r>
              <w:rPr>
                <w:lang w:val="fr-FR"/>
              </w:rPr>
              <w:t xml:space="preserve">4.9                                                      </w:t>
            </w:r>
            <w:r w:rsidRPr="00C979C8">
              <w:rPr>
                <w:lang w:val="fr-FR"/>
              </w:rPr>
              <w:t>1.2 GC/GRE402</w:t>
            </w:r>
          </w:p>
        </w:tc>
        <w:tc>
          <w:tcPr>
            <w:tcW w:w="5328" w:type="dxa"/>
          </w:tcPr>
          <w:p w:rsidR="00547280" w:rsidRPr="0078428D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pict>
                <v:shape id="Picture 1" o:spid="_x0000_s1167" type="#_x0000_t75" style="position:absolute;margin-left:138.6pt;margin-top:.45pt;width:117pt;height:109.7pt;z-index:15;visibility:visible;mso-wrap-edited:f;mso-position-horizontal-relative:text;mso-position-vertical-relative:text" wrapcoords="-90 0 -90 21416 21600 21416 21600 0 -90 0">
                  <v:imagedata r:id="rId23" o:title="" croptop="3041f"/>
                  <w10:wrap type="square"/>
                </v:shape>
              </w:pict>
            </w:r>
            <w:r>
              <w:rPr>
                <w:rFonts w:ascii="Times New Roman" w:hAnsi="Times New Roman"/>
                <w:sz w:val="24"/>
              </w:rPr>
              <w:t xml:space="preserve">12) </w:t>
            </w:r>
            <w:r w:rsidRPr="0078428D">
              <w:rPr>
                <w:rFonts w:ascii="Times New Roman" w:hAnsi="Times New Roman"/>
                <w:sz w:val="24"/>
              </w:rPr>
              <w:t xml:space="preserve">Which of the following points are on plane </w:t>
            </w:r>
            <w:r w:rsidRPr="0078428D">
              <w:rPr>
                <w:rFonts w:ascii="Times New Roman" w:hAnsi="Times New Roman"/>
                <w:i/>
                <w:sz w:val="24"/>
              </w:rPr>
              <w:t>P</w:t>
            </w:r>
            <w:r w:rsidRPr="0078428D">
              <w:rPr>
                <w:rFonts w:ascii="Times New Roman" w:hAnsi="Times New Roman"/>
                <w:sz w:val="24"/>
              </w:rPr>
              <w:t xml:space="preserve">? </w:t>
            </w:r>
          </w:p>
          <w:p w:rsidR="00547280" w:rsidRPr="0078428D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A. </w:t>
            </w:r>
            <w:r w:rsidRPr="00360BFA">
              <w:rPr>
                <w:rFonts w:ascii="Times New Roman" w:hAnsi="Times New Roman"/>
                <w:i/>
                <w:sz w:val="24"/>
              </w:rPr>
              <w:t>H, F,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and</w:t>
            </w:r>
            <w:r w:rsidRPr="00360BFA">
              <w:rPr>
                <w:rFonts w:ascii="Times New Roman" w:hAnsi="Times New Roman"/>
                <w:i/>
                <w:sz w:val="24"/>
              </w:rPr>
              <w:t xml:space="preserve"> A</w:t>
            </w:r>
          </w:p>
          <w:p w:rsidR="00547280" w:rsidRPr="0078428D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B. </w:t>
            </w:r>
            <w:r w:rsidRPr="00360BFA">
              <w:rPr>
                <w:rFonts w:ascii="Times New Roman" w:hAnsi="Times New Roman"/>
                <w:i/>
                <w:sz w:val="24"/>
              </w:rPr>
              <w:t>F, D,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and</w:t>
            </w:r>
            <w:r w:rsidRPr="00360BFA">
              <w:rPr>
                <w:rFonts w:ascii="Times New Roman" w:hAnsi="Times New Roman"/>
                <w:i/>
                <w:sz w:val="24"/>
              </w:rPr>
              <w:t xml:space="preserve"> G</w:t>
            </w:r>
          </w:p>
          <w:p w:rsidR="00547280" w:rsidRPr="0078428D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C. </w:t>
            </w:r>
            <w:r w:rsidRPr="00360BFA">
              <w:rPr>
                <w:rFonts w:ascii="Times New Roman" w:hAnsi="Times New Roman"/>
                <w:i/>
                <w:sz w:val="24"/>
              </w:rPr>
              <w:t>C, D,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and</w:t>
            </w:r>
            <w:r w:rsidRPr="00360BFA">
              <w:rPr>
                <w:rFonts w:ascii="Times New Roman" w:hAnsi="Times New Roman"/>
                <w:i/>
                <w:sz w:val="24"/>
              </w:rPr>
              <w:t xml:space="preserve"> E</w:t>
            </w:r>
          </w:p>
          <w:p w:rsidR="00547280" w:rsidRPr="0078428D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D. </w:t>
            </w:r>
            <w:r>
              <w:rPr>
                <w:rFonts w:ascii="Times New Roman" w:hAnsi="Times New Roman"/>
                <w:i/>
                <w:sz w:val="24"/>
              </w:rPr>
              <w:t>I, G,</w:t>
            </w:r>
            <w:r>
              <w:rPr>
                <w:rFonts w:ascii="Times New Roman" w:hAnsi="Times New Roman"/>
                <w:sz w:val="24"/>
              </w:rPr>
              <w:t xml:space="preserve"> and </w:t>
            </w:r>
            <w:r w:rsidRPr="00360BFA">
              <w:rPr>
                <w:rFonts w:ascii="Times New Roman" w:hAnsi="Times New Roman"/>
                <w:i/>
                <w:sz w:val="24"/>
              </w:rPr>
              <w:t>B</w:t>
            </w:r>
          </w:p>
          <w:p w:rsidR="00547280" w:rsidRPr="00E22695" w:rsidRDefault="00547280" w:rsidP="009E1B95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E. </w:t>
            </w:r>
            <w:r w:rsidRPr="0078428D">
              <w:rPr>
                <w:rFonts w:ascii="Times New Roman" w:hAnsi="Times New Roman"/>
                <w:sz w:val="24"/>
              </w:rPr>
              <w:t xml:space="preserve">None of the above </w:t>
            </w:r>
          </w:p>
        </w:tc>
      </w:tr>
      <w:tr w:rsidR="00547280" w:rsidRPr="002C71BD" w:rsidTr="00161C9A">
        <w:tc>
          <w:tcPr>
            <w:tcW w:w="5688" w:type="dxa"/>
          </w:tcPr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979C8">
              <w:rPr>
                <w:rFonts w:ascii="Times New Roman" w:hAnsi="Times New Roman"/>
                <w:sz w:val="24"/>
                <w:szCs w:val="24"/>
              </w:rPr>
              <w:t xml:space="preserve">) If </w:t>
            </w:r>
            <w:r w:rsidRPr="00C979C8">
              <w:rPr>
                <w:rFonts w:ascii="Times New Roman" w:hAnsi="Times New Roman"/>
                <w:i/>
                <w:sz w:val="24"/>
                <w:szCs w:val="24"/>
              </w:rPr>
              <w:t>AC</w:t>
            </w:r>
            <w:r w:rsidRPr="00C979C8">
              <w:rPr>
                <w:rFonts w:ascii="Times New Roman" w:hAnsi="Times New Roman"/>
                <w:sz w:val="24"/>
                <w:szCs w:val="24"/>
              </w:rPr>
              <w:t xml:space="preserve"> = 35, what is the value of AM? 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 xml:space="preserve">                   x + 5              2x 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Oval 21" o:spid="_x0000_s1164" style="position:absolute;margin-left:84.35pt;margin-top:4.5pt;width:6.5pt;height:5.5pt;flip:x;z-index:1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8wdAIAADQFAAAOAAAAZHJzL2Uyb0RvYy54bWysVE1vGyEQvVfqf0Dc67UtO02srCPLUdpK&#10;VhI1qXImLGRRgaGAvXZ/fQdYb9ImvVTdA5phZh7z8WbPL/ZGk53wQYGt6WQ0pkRYDo2yTzX9dn/1&#10;4ZSSEJltmAYranoQgV4s378779xCTKEF3QhPEMSGRedq2sboFlUVeCsMCyNwwqJRgjcsouqfqsaz&#10;DtGNrqbj8UnVgW+cBy5CwNvLYqTLjC+l4PFGyiAi0TXF3GI+fT4f01ktz9niyTPXKt6nwf4hC8OU&#10;xUcHqEsWGdl69QrKKO4hgIwjDqYCKRUXuQasZjL+o5q7ljmRa8HmBDe0Kfw/WH69u/VENTWdTiix&#10;zOCMbnZME1SxN50LC3S5c7e+1wKKqdC99IZIrdxnHHsuHYsh+9zZw9BZsY+E4+XpdD7H9nO0nJyd&#10;oohoVQFJYM6H+EmAIUmoqdCIG1LlbMF2mxCL99ELQ1NeJZMsxYMWyVnbr0JiNfjiNEdnHom19gRr&#10;qmnzvaQaWtaIcjUf49enM3jn5DJYQpVK6wG3B0j8/B235Nj7pjCR6TcEjv+WUAkcvPOLYOMQaJQF&#10;/1awjnlG2EdZ/I+NKe1InXmE5oDz9VCIHxy/UtjiDQvxlnlkOg4Ftzfe4CE1dDWFXqKkBf/zrfvk&#10;jwREKyUdbk5Nw48t84IS/cUiNc8ms1latazM5h+nqPiXlseXFrs1a8DRIPswuywm/6iPovRgHnDJ&#10;V+lVNDHL8e2a8uiPyjqWjcbfBBerVXbD9XIsbuyd40eCJv7c7x+Ydz3PItLzGo5b9oprxTfNw8Jq&#10;G0GqTMTnvvb9xtXMhOl/I2n3X+rZ6/lnt/wFAAD//wMAUEsDBBQABgAIAAAAIQDJ7rAA3wAAAAgB&#10;AAAPAAAAZHJzL2Rvd25yZXYueG1sTI/NTsMwEITvSLyDtUjcqFMOSQhxqgoE5UCL+iMENzdekqjx&#10;OordJvD0bE9wHM1o5pt8NtpWnLD3jSMF00kEAql0pqFKwW77dJOC8EGT0a0jVPCNHmbF5UWuM+MG&#10;WuNpEyrBJeQzraAOocuk9GWNVvuJ65DY+3K91YFlX0nT64HLbStvoyiWVjfEC7Xu8KHG8rA5WgVv&#10;n6/x4nm5eByWq/nHy/rnPUkOVqnrq3F+DyLgGP7CcMZndCiYae+OZLxoWcdpwlEFd3zp7KdT1nsF&#10;PAuyyOX/A8UvAAAA//8DAFBLAQItABQABgAIAAAAIQC2gziS/gAAAOEBAAATAAAAAAAAAAAAAAAA&#10;AAAAAABbQ29udGVudF9UeXBlc10ueG1sUEsBAi0AFAAGAAgAAAAhADj9If/WAAAAlAEAAAsAAAAA&#10;AAAAAAAAAAAALwEAAF9yZWxzLy5yZWxzUEsBAi0AFAAGAAgAAAAhANTJzzB0AgAANAUAAA4AAAAA&#10;AAAAAAAAAAAALgIAAGRycy9lMm9Eb2MueG1sUEsBAi0AFAAGAAgAAAAhAMnusADfAAAACAEAAA8A&#10;AAAAAAAAAAAAAAAAzgQAAGRycy9kb3ducmV2LnhtbFBLBQYAAAAABAAEAPMAAADaBQAAAAA=&#10;" fillcolor="black" strokeweight="2pt"/>
              </w:pict>
            </w: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Oval 22" o:spid="_x0000_s1165" style="position:absolute;margin-left:164.45pt;margin-top:4.5pt;width:6.5pt;height:5.5pt;flip:x;z-index:1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t0dAIAADQFAAAOAAAAZHJzL2Uyb0RvYy54bWysVE1PGzEQvVfqf7B8L5usCIUoGxSBaCsh&#10;QIWKs/HaWau2x7WdbNJf37G9WWihl6p7WM14Zp7n440X5zujyVb4oMA2dHo0oURYDq2y64Z+e7j6&#10;cEpJiMy2TIMVDd2LQM+X798tejcXNXSgW+EJgtgw711DuxjdvKoC74Rh4QicsGiU4A2LqPp11XrW&#10;I7rRVT2ZnFQ9+NZ54CIEPL0sRrrM+FIKHm+lDCIS3VDMLea/z/+n9K+WCzZfe+Y6xYc02D9kYZiy&#10;eOkIdckiIxuvXkEZxT0EkPGIg6lASsVFrgGrmU7+qOa+Y07kWrA5wY1tCv8Plt9s7zxRbUPrmhLL&#10;DM7odss0QRV707swR5d7d+cHLaCYCt1Jb4jUyn3GsefSsRiyy53dj50Vu0g4Hp7Wsxm2n6Pl5OwU&#10;RUSrCkgCcz7ETwIMSUJDhUbckCpnc7a9DrF4H7wwNOVVMslS3GuRnLX9KiRWgzfWOTrzSFxoT7Cm&#10;hrbfS6qhY60oR7MJfkM6o3dOLoMlVKm0HnEHgMTP33FLjoNvChOZfmPg5G8JlcDRO98INo6BRlnw&#10;bwXrOB0Sl8X/0JjSjtSZJ2j3OF8PhfjB8SuFLb5mId4xj0zHoeD2xlv8SQ19Q2GQKOnA/3zrPPkj&#10;AdFKSY+b09DwY8O8oER/sUjNs+nxcVq1rBzPPtao+JeWp5cWuzEXgKOZ4jvheBaTf9QHUXowj7jk&#10;q3QrmpjleHdDefQH5SKWjcZngovVKrvhejkWr+294weCJv487B6ZdwPPItLzBg5b9oprxTfNw8Jq&#10;E0GqTMTnvg79xtXMhBmekbT7L/Xs9fzYLX8BAAD//wMAUEsDBBQABgAIAAAAIQByFVX/4QAAAAgB&#10;AAAPAAAAZHJzL2Rvd25yZXYueG1sTI/NTsMwEITvSLyDtUjcqNMW9SdkU1UgKIcW1IIQ3NxkSaLG&#10;6yh2m8DTs5zgOJrRzDfJore1OlHrK8cIw0EEijhzecUFwuvL/dUMlA+Gc1M7JoQv8rBIz88SE+eu&#10;4y2ddqFQUsI+NghlCE2stc9KssYPXEMs3qdrrQki20Lnremk3NZ6FEUTbU3FslCahm5Lyg67o0V4&#10;/lhPVg+b1V23eVq+P26/36bTg0W8vOiXN6AC9eEvDL/4gg6pMO3dkXOvaoTxaDaXKMJcLok/vh6K&#10;3iPILOg00f8PpD8AAAD//wMAUEsBAi0AFAAGAAgAAAAhALaDOJL+AAAA4QEAABMAAAAAAAAAAAAA&#10;AAAAAAAAAFtDb250ZW50X1R5cGVzXS54bWxQSwECLQAUAAYACAAAACEAOP0h/9YAAACUAQAACwAA&#10;AAAAAAAAAAAAAAAvAQAAX3JlbHMvLnJlbHNQSwECLQAUAAYACAAAACEAyq1bdHQCAAA0BQAADgAA&#10;AAAAAAAAAAAAAAAuAgAAZHJzL2Uyb0RvYy54bWxQSwECLQAUAAYACAAAACEAchVV/+EAAAAIAQAA&#10;DwAAAAAAAAAAAAAAAADOBAAAZHJzL2Rvd25yZXYueG1sUEsFBgAAAAAEAAQA8wAAANwFAAAAAA==&#10;" fillcolor="black" strokeweight="2pt"/>
              </w:pict>
            </w: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Oval 20" o:spid="_x0000_s1163" style="position:absolute;margin-left:38pt;margin-top:4.5pt;width:6.5pt;height:5.5pt;flip:x;z-index: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wMcwIAADQFAAAOAAAAZHJzL2Uyb0RvYy54bWysVMFuGyEQvVfqPyDu9dqWnSZW1pHlKG0l&#10;K4maVDkTFrKowFDAXrtf3wHWm7RJL1X3sBqYN4+Z4Q3nF3ujyU74oMDWdDIaUyIsh0bZp5p+u7/6&#10;cEpJiMw2TIMVNT2IQC+W79+dd24hptCCboQnSGLDonM1bWN0i6oKvBWGhRE4YdEpwRsWcemfqsaz&#10;DtmNrqbj8UnVgW+cBy5CwN3L4qTLzC+l4PFGyiAi0TXF3GL++/x/TP9qec4WT565VvE+DfYPWRim&#10;LB46UF2yyMjWq1dURnEPAWQccTAVSKm4yDVgNZPxH9XctcyJXAs2J7ihTeH/0fLr3a0nqqnpFNtj&#10;mcE7utkxTXCJvelcWCDkzt36fhXQTIXupTdEauU+47Xn0rEYss+dPQydFftIOG6eTudz5OfoOTk7&#10;RRPZqkKSyJwP8ZMAQ5JRU6GRN6TK2YLtNiEW9BGFoSmvkkm24kGLBNb2q5BYDZ44zdFZR2KtPcGa&#10;atp8L6mGljWibM3H+PXpDOicXCZLrFJpPfD2BEmfv/OWHHtsChNZfkPg+G8JlcABnU8EG4dAoyz4&#10;t4J1nPSJy4I/Nqa0I3XmEZoD3q+HIvzg+JXCFm9YiLfMo9LxUnB64w3+pIauptBblLTgf761n/Ao&#10;QPRS0uHk1DT82DIvKNFfLErzbDKbpVHLi9n8YxKWf+l5fOmxW7MGvJoJvhOOZzPhoz6a0oN5wCFf&#10;pVPRxSzHs2vKoz8u1rFMND4TXKxWGYbj5Vjc2DvHjwJN+rnfPzDvep1FlOc1HKfsldYKNt2HhdU2&#10;glRZiM997fuNo5kF0z8jafZfrjPq+bFb/gIAAP//AwBQSwMEFAAGAAgAAAAhAEGo25/eAAAABgEA&#10;AA8AAABkcnMvZG93bnJldi54bWxMj0FLw0AQhe+C/2EZwZvd6CGpaSalKFoPVmktordtMiah2dmQ&#10;3TbRX+/0pKfH8Ib3vpfNR9uqI/W+cYxwPYlAEReubLhC2L49XE1B+WC4NK1jQvgmD/P8/CwzaekG&#10;XtNxEyolIexTg1CH0KVa+6Ima/zEdcTifbnemiBnX+myN4OE21bfRFGsrWlYGmrT0V1NxX5zsAiv&#10;n8/x8nG1vB9WL4uPp/XPe5LsLeLlxbiYgQo0hr9nOOELOuTCtHMHLr1qEZJYpgSEWxGxpyfdIUgp&#10;6DzT//HzXwAAAP//AwBQSwECLQAUAAYACAAAACEAtoM4kv4AAADhAQAAEwAAAAAAAAAAAAAAAAAA&#10;AAAAW0NvbnRlbnRfVHlwZXNdLnhtbFBLAQItABQABgAIAAAAIQA4/SH/1gAAAJQBAAALAAAAAAAA&#10;AAAAAAAAAC8BAABfcmVscy8ucmVsc1BLAQItABQABgAIAAAAIQDeFbwMcwIAADQFAAAOAAAAAAAA&#10;AAAAAAAAAC4CAABkcnMvZTJvRG9jLnhtbFBLAQItABQABgAIAAAAIQBBqNuf3gAAAAYBAAAPAAAA&#10;AAAAAAAAAAAAAM0EAABkcnMvZG93bnJldi54bWxQSwUGAAAAAAQABADzAAAA2AUAAAAA&#10;" fillcolor="black" strokeweight="2pt"/>
              </w:pict>
            </w: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line id="Straight Connector 5" o:spid="_x0000_s1162" style="position:absolute;z-index:11;visibility:visibl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OPtQEAALcDAAAOAAAAZHJzL2Uyb0RvYy54bWysU8GOEzEMvSPxD1HudKYVu6BRp3voCi4I&#10;Kpb9gGzG6UQkceSETvv3OGk7iwAhhLh44uQ928/2rO+O3okDULIYerlctFJA0DjYsO/l45d3r95K&#10;kbIKg3IYoJcnSPJu8/LFeoodrHBENwAJDhJSN8VejjnHrmmSHsGrtMAIgR8NkleZXdo3A6mJo3vX&#10;rNr2tpmQhkioISW+vT8/yk2Nbwzo/MmYBFm4XnJtuVqq9qnYZrNW3Z5UHK2+lKH+oQqvbOCkc6h7&#10;lZX4RvaXUN5qwoQmLzT6Bo2xGqoGVrNsf1LzMKoIVQs3J8W5Ten/hdUfDzsSdujljRRBeR7RQyZl&#10;92MWWwyBG4gkbkqfppg6hm/Dji5eijsqoo+GfPmyHHGsvT3NvYVjFpovl7ft6s1rHoG+vjXPxEgp&#10;vwf0ohx66WwoslWnDh9S5mQMvULYKYWcU9dTPjkoYBc+g2EpJVll1yWCrSNxUDz+4euyyOBYFVko&#10;xjo3k9o/ky7YQoO6WH9LnNE1I4Y8E70NSL/Lmo/XUs0Zf1V91lpkP+FwqoOo7eDtqMoum1zW70e/&#10;0p//t813AAAA//8DAFBLAwQUAAYACAAAACEA80cHfNsAAAAIAQAADwAAAGRycy9kb3ducmV2Lnht&#10;bExPy07DMBC8I/EP1iJxoxta1JYQp0I8TnAIgQNHN16SqPE6it0k8PUs4gCn1Tw0O5PtZtepkYbQ&#10;etZwuUhAEVfetlxreHt9vNiCCtGwNZ1n0vBJAXb56UlmUusnfqGxjLWSEA6p0dDE2KeIoWrImbDw&#10;PbFoH35wJgocarSDmSTcdbhMkjU607J8aExPdw1Vh/LoNGwensqin+6fvwrcYFGMPm4P71qfn823&#10;N6AizfHPDD/1pTrk0mnvj2yD6iTjei1O4a/kir5aLWXb/pfAPMP/A/JvAAAA//8DAFBLAQItABQA&#10;BgAIAAAAIQC2gziS/gAAAOEBAAATAAAAAAAAAAAAAAAAAAAAAABbQ29udGVudF9UeXBlc10ueG1s&#10;UEsBAi0AFAAGAAgAAAAhADj9If/WAAAAlAEAAAsAAAAAAAAAAAAAAAAALwEAAF9yZWxzLy5yZWxz&#10;UEsBAi0AFAAGAAgAAAAhALMMY4+1AQAAtwMAAA4AAAAAAAAAAAAAAAAALgIAAGRycy9lMm9Eb2Mu&#10;eG1sUEsBAi0AFAAGAAgAAAAhAPNHB3zbAAAACAEAAA8AAAAAAAAAAAAAAAAADwQAAGRycy9kb3du&#10;cmV2LnhtbFBLBQYAAAAABAAEAPMAAAAXBQAAAAA=&#10;"/>
              </w:pic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 xml:space="preserve">           A              M                       C 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A. 10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B. 15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C. 20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D. 35</w:t>
            </w:r>
          </w:p>
          <w:p w:rsidR="00547280" w:rsidRPr="00C979C8" w:rsidRDefault="00547280" w:rsidP="00275142">
            <w:pPr>
              <w:pStyle w:val="MediumGrid2"/>
              <w:tabs>
                <w:tab w:val="left" w:pos="3780"/>
              </w:tabs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E. None of the above</w:t>
            </w:r>
            <w:r w:rsidR="00275142">
              <w:rPr>
                <w:rFonts w:ascii="Times New Roman" w:hAnsi="Times New Roman"/>
                <w:sz w:val="24"/>
                <w:szCs w:val="24"/>
              </w:rPr>
              <w:tab/>
            </w:r>
            <w:r w:rsidRPr="00C979C8">
              <w:rPr>
                <w:rFonts w:ascii="Times New Roman" w:hAnsi="Times New Roman"/>
                <w:sz w:val="24"/>
                <w:szCs w:val="24"/>
              </w:rPr>
              <w:t>1.3 GC/GRE402</w:t>
            </w:r>
          </w:p>
        </w:tc>
        <w:tc>
          <w:tcPr>
            <w:tcW w:w="5328" w:type="dxa"/>
          </w:tcPr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C979C8">
              <w:rPr>
                <w:rFonts w:ascii="Times New Roman" w:hAnsi="Times New Roman"/>
                <w:sz w:val="24"/>
                <w:szCs w:val="24"/>
              </w:rPr>
              <w:t xml:space="preserve">) What is the distance between points </w:t>
            </w:r>
            <w:r w:rsidRPr="00C979C8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C979C8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C979C8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 xml:space="preserve">            Z      Y            W       X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Oval 26" o:spid="_x0000_s1161" style="position:absolute;margin-left:138.6pt;margin-top:3.45pt;width:6.5pt;height:5.5pt;flip:x;z-index:1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ZSFdAIAADQFAAAOAAAAZHJzL2Uyb0RvYy54bWysVE1vGyEQvVfqf0Dc67Ut202srCPLUdpK&#10;URI1qXImLGRRgaGAvXZ/fQdYb9ImvVTdw2qGmXnMxxvOzvdGk53wQYGt6WQ0pkRYDo2yTzX9dn/5&#10;4YSSEJltmAYranoQgZ6v3r8769xSTKEF3QhPEMSGZedq2sbollUVeCsMCyNwwqJRgjcsouqfqsaz&#10;DtGNrqbj8aLqwDfOAxch4OlFMdJVxpdS8HgjZRCR6JpibjH/ff4/pn+1OmPLJ89cq3ifBvuHLAxT&#10;Fi8doC5YZGTr1Ssoo7iHADKOOJgKpFRc5Bqwmsn4j2ruWuZErgWbE9zQpvD/YPn17tYT1dR0uqDE&#10;MoMzutkxTVDF3nQuLNHlzt36XgsopkL30hsitXKfcey5dCyG7HNnD0NnxT4Sjocn0/kc28/Rsjg9&#10;QRHRqgKSwJwP8ZMAQ5JQU6ERN6TK2ZLtrkIs3kcvDE15lUyyFA9aJGdtvwqJ1eCN0xydeSQ22hOs&#10;qabN95JqaFkjytF8jF+fzuCdk8tgCVUqrQfcHiDx83fckmPvm8JEpt8QOP5bQiVw8M43go1DoFEW&#10;/FvBOk76xGXxPzamtCN15hGaA87XQyF+cPxSYYuvWIi3zCPTcSi4vfEGf1JDV1PoJUpa8D/fOk/+&#10;SEC0UtLh5tQ0/NgyLyjRXyxS83Qym6VVy8ps/nGKin9peXxpsVuzARzNBN8Jx7OY/KM+itKDecAl&#10;X6db0cQsx7tryqM/KptYNhqfCS7W6+yG6+VYvLJ3jh8Jmvhzv39g3vU8i0jPazhu2SuuFd80Dwvr&#10;bQSpMhGf+9r3G1czE6Z/RtLuv9Sz1/Njt/oFAAD//wMAUEsDBBQABgAIAAAAIQCLRDqf4AAAAAgB&#10;AAAPAAAAZHJzL2Rvd25yZXYueG1sTI9BT4NAEIXvJv6HzZh4s4scWKEsTaPRerCa1sbobQsjkLKz&#10;hN0W9Nc7nvT48r68+SZfTLYTJxx860jD9SwCgVS6qqVaw+71/uoGhA+GKtM5Qg1f6GFRnJ/lJqvc&#10;SBs8bUMteIR8ZjQ0IfSZlL5s0Bo/cz0Sd59usCZwHGpZDWbkcdvJOIoSaU1LfKExPd42WB62R6vh&#10;5eMpWT2sV3fj+nn5/rj5flPqYLW+vJiWcxABp/AHw68+q0PBTnt3pMqLTkOsVMyohiQFwX2cRpz3&#10;DKoUZJHL/w8UPwAAAP//AwBQSwECLQAUAAYACAAAACEAtoM4kv4AAADhAQAAEwAAAAAAAAAAAAAA&#10;AAAAAAAAW0NvbnRlbnRfVHlwZXNdLnhtbFBLAQItABQABgAIAAAAIQA4/SH/1gAAAJQBAAALAAAA&#10;AAAAAAAAAAAAAC8BAABfcmVscy8ucmVsc1BLAQItABQABgAIAAAAIQDi3ZSFdAIAADQFAAAOAAAA&#10;AAAAAAAAAAAAAC4CAABkcnMvZTJvRG9jLnhtbFBLAQItABQABgAIAAAAIQCLRDqf4AAAAAgBAAAP&#10;AAAAAAAAAAAAAAAAAM4EAABkcnMvZG93bnJldi54bWxQSwUGAAAAAAQABADzAAAA2wUAAAAA&#10;" fillcolor="black" strokeweight="2pt"/>
              </w:pict>
            </w: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Oval 25" o:spid="_x0000_s1160" style="position:absolute;margin-left:105.6pt;margin-top:3.5pt;width:6.5pt;height:5.5pt;flip:x;z-index: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QDBdAIAADQFAAAOAAAAZHJzL2Uyb0RvYy54bWysVE1vGyEQvVfqf0Dc67UtO02srCPLUdpK&#10;VhI1qXImLGRRgaGAvXZ/fQdYb9ImvVTdw2qGmXnMxxvOL/ZGk53wQYGt6WQ0pkRYDo2yTzX9dn/1&#10;4ZSSEJltmAYranoQgV4s378779xCTKEF3QhPEMSGRedq2sboFlUVeCsMCyNwwqJRgjcsouqfqsaz&#10;DtGNrqbj8UnVgW+cBy5CwNPLYqTLjC+l4PFGyiAi0TXF3GL++/x/TP9qec4WT565VvE+DfYPWRim&#10;LF46QF2yyMjWq1dQRnEPAWQccTAVSKm4yDVgNZPxH9XctcyJXAs2J7ihTeH/wfLr3a0nqqnpdE6J&#10;ZQZndLNjmqCKvelcWKDLnbv1vRZQTIXupTdEauU+49hz6VgM2efOHobOin0kHA9Pp/M5tp+j5eTs&#10;FEVEqwpIAnM+xE8CDElCTYVG3JAqZwu224RYvI9eGJryKplkKR60SM7afhUSq8Ebpzk680istSdY&#10;U02b7yXV0LJGlKP5GL8+ncE7J5fBEqpUWg+4PUDi5++4JcfeN4WJTL8hcPy3hErg4J1vBBuHQKMs&#10;+LeCdZz0icvif2xMaUfqzCM0B5yvh0L84PiVwhZvWIi3zCPTcSi4vfEGf1JDV1PoJUpa8D/fOk/+&#10;SEC0UtLh5tQ0/NgyLyjRXyxS82wym6VVy8ps/nGKin9peXxpsVuzBhzNBN8Jx7OY/KM+itKDecAl&#10;X6Vb0cQsx7tryqM/KutYNhqfCS5Wq+yG6+VY3Ng7x48ETfy53z8w73qeRaTnNRy37BXXim+ah4XV&#10;NoJUmYjPfe37jauZCdM/I2n3X+rZ6/mxW/4CAAD//wMAUEsDBBQABgAIAAAAIQAP7aPW4AAAAAgB&#10;AAAPAAAAZHJzL2Rvd25yZXYueG1sTI9PS8NAFMTvgt9heYI3u0mQpsRsSlG0HmylfxC9bbPPJDT7&#10;NmS3TfTT+zzpcZhh5jf5fLStOGPvG0cK4kkEAql0pqFKwX73eDMD4YMmo1tHqOALPcyLy4tcZ8YN&#10;tMHzNlSCS8hnWkEdQpdJ6csarfYT1yGx9+l6qwPLvpKm1wOX21YmUTSVVjfEC7Xu8L7G8rg9WQWv&#10;Hy/T5dNq+TCs1ov35833W5oerVLXV+PiDkTAMfyF4Ref0aFgpoM7kfGiVZDEccJRBSlfYj9Jblkf&#10;ODiLQBa5/H+g+AEAAP//AwBQSwECLQAUAAYACAAAACEAtoM4kv4AAADhAQAAEwAAAAAAAAAAAAAA&#10;AAAAAAAAW0NvbnRlbnRfVHlwZXNdLnhtbFBLAQItABQABgAIAAAAIQA4/SH/1gAAAJQBAAALAAAA&#10;AAAAAAAAAAAAAC8BAABfcmVscy8ucmVsc1BLAQItABQABgAIAAAAIQD8uQDBdAIAADQFAAAOAAAA&#10;AAAAAAAAAAAAAC4CAABkcnMvZTJvRG9jLnhtbFBLAQItABQABgAIAAAAIQAP7aPW4AAAAAgBAAAP&#10;AAAAAAAAAAAAAAAAAM4EAABkcnMvZG93bnJldi54bWxQSwUGAAAAAAQABADzAAAA2wUAAAAA&#10;" fillcolor="black" strokeweight="2pt"/>
              </w:pict>
            </w: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Oval 24" o:spid="_x0000_s1159" style="position:absolute;margin-left:59.5pt;margin-top:3.5pt;width:6.5pt;height:5.5pt;flip:x;z-index: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XP9dAIAADQFAAAOAAAAZHJzL2Uyb0RvYy54bWysVE1vGyEQvVfqf0Dcm7UtO00sryMrUdpK&#10;UWI1qXLGLGRRgaGAvXZ/fQdYb9ImvVTdw2qGmXnMxxsWF3ujyU74oMDWdHwyokRYDo2yTzX99nD9&#10;4YySEJltmAYranoQgV4s379bdG4uJtCCboQnCGLDvHM1bWN086oKvBWGhRNwwqJRgjcsouqfqsaz&#10;DtGNriaj0WnVgW+cBy5CwNOrYqTLjC+l4PFOyiAi0TXF3GL++/zfpH+1XLD5k2euVbxPg/1DFoYp&#10;i5cOUFcsMrL16hWUUdxDABlPOJgKpFRc5BqwmvHoj2ruW+ZErgWbE9zQpvD/YPntbu2Jamo6mVJi&#10;mcEZ3e2YJqhibzoX5uhy79a+1wKKqdC99IZIrdxnHHsuHYsh+9zZw9BZsY+E4+HZZDbD9nO0nJ6f&#10;oYhoVQFJYM6H+EmAIUmoqdCIG1LlbM52NyEW76MXhqa8SiZZigctkrO2X4XEavDGSY7OPBKX2hOs&#10;qabN95JqaFkjytFshF+fzuCdk8tgCVUqrQfcHiDx83fckmPvm8JEpt8QOPpbQiVw8M43go1DoFEW&#10;/FvBOo77xGXxPzamtCN1ZgPNAefroRA/OH6tsMU3LMQ188h0HApub7zDn9TQ1RR6iZIW/M+3zpM/&#10;EhCtlHS4OTUNP7bMC0r0F4vUPB9Pp2nVsjKdfZyg4l9aNi8tdmsuAUczxnfC8Swm/6iPovRgHnHJ&#10;V+lWNDHL8e6a8uiPymUsG43PBBerVXbD9XIs3th7x48ETfx52D8y73qeRaTnLRy37BXXim+ah4XV&#10;NoJUmYjPfe37jauZCdM/I2n3X+rZ6/mxW/4CAAD//wMAUEsDBBQABgAIAAAAIQDtreyt3wAAAAgB&#10;AAAPAAAAZHJzL2Rvd25yZXYueG1sTE/BTsJAFLyb+A+bZ+JNtmBCsXRLiEbxIBrQGLgt3Ufb0H3b&#10;dBda+XofJz29mcxk3kw6620tTtj6ypGC4SACgZQ7U1Gh4Ovz+W4CwgdNRteOUMEPephl11epTozr&#10;aIWndSgEh5BPtIIyhCaR0uclWu0HrkFibe9aqwPTtpCm1R2H21qOomgsra6IP5S6wccS88P6aBV8&#10;bN/Gi5fl4qlbvs83r6vzdxwfrFK3N/18CiJgH/7McKnP1SHjTjt3JONFzXz4wFuCgpjPRb8fMdgx&#10;mEQgs1T+H5D9AgAA//8DAFBLAQItABQABgAIAAAAIQC2gziS/gAAAOEBAAATAAAAAAAAAAAAAAAA&#10;AAAAAABbQ29udGVudF9UeXBlc10ueG1sUEsBAi0AFAAGAAgAAAAhADj9If/WAAAAlAEAAAsAAAAA&#10;AAAAAAAAAAAALwEAAF9yZWxzLy5yZWxzUEsBAi0AFAAGAAgAAAAhAPZlc/10AgAANAUAAA4AAAAA&#10;AAAAAAAAAAAALgIAAGRycy9lMm9Eb2MueG1sUEsBAi0AFAAGAAgAAAAhAO2t7K3fAAAACAEAAA8A&#10;AAAAAAAAAAAAAAAAzgQAAGRycy9kb3ducmV2LnhtbFBLBQYAAAAABAAEAPMAAADaBQAAAAA=&#10;" fillcolor="black" strokeweight="2pt"/>
              </w:pict>
            </w: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oval id="Oval 23" o:spid="_x0000_s1158" style="position:absolute;margin-left:37pt;margin-top:3.45pt;width:6.5pt;height:5.5pt;flip:x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IdQIAADQFAAAOAAAAZHJzL2Uyb0RvYy54bWysVE1PGzEQvVfqf7B8L5ukhIaIDYpAtJUQ&#10;QYWKs+O1Wau2x7WdbNJfz9jeLLTQS9U9rGY8M8/z8cZn5zujyVb4oMDWdHw0okRYDo2yjzX9fn/1&#10;YUZJiMw2TIMVNd2LQM8X79+ddW4uJtCCboQnCGLDvHM1bWN086oKvBWGhSNwwqJRgjcsouofq8az&#10;DtGNriaj0UnVgW+cBy5CwNPLYqSLjC+l4HElZRCR6JpibjH/ff6v079anLH5o2euVbxPg/1DFoYp&#10;i5cOUJcsMrLx6hWUUdxDABmPOJgKpFRc5BqwmvHoj2ruWuZErgWbE9zQpvD/YPnN9tYT1dR08pES&#10;ywzOaLVlmqCKvelcmKPLnbv1vRZQTIXupDdEauW+4Nhz6VgM2eXO7ofOil0kHA9nk+kU28/RcnI6&#10;QxHRqgKSwJwP8bMAQ5JQU6ERN6TK2Zxtr0Ms3gcvDE15lUyyFPdaJGdtvwmJ1eCNkxydeSQutCdY&#10;U02bHyXV0LJGlKPpCL8+ncE7J5fBEqpUWg+4PUDi5++4JcfeN4WJTL8hcPS3hErg4J1vBBuHQKMs&#10;+LeCdRz3icvif2hMaUfqzBqaPc7XQyF+cPxKYYuvWYi3zCPTcSi4vXGFP6mhqyn0EiUt+F9vnSd/&#10;JCBaKelwc2oafm6YF5TorxapeTo+Pk6rlpXj6acJKv6lZf3SYjfmAnA0Y3wnHM9i8o/6IEoP5gGX&#10;fJluRROzHO+uKY/+oFzEstH4THCxXGY3XC/H4rW9c/xA0MSf+90D867nWUR63sBhy15xrfimeVhY&#10;biJIlYn43Ne+37iamTD9M5J2/6WevZ4fu8UTAAAA//8DAFBLAwQUAAYACAAAACEANj49dN8AAAAG&#10;AQAADwAAAGRycy9kb3ducmV2LnhtbEyPwU7DMBBE70j8g7VI3KgDQnEb4lQVCMqBgloQgpsbL0nU&#10;eB3FbhP69SwnOI5mNPMmn4+uFQfsQ+NJw+UkAYFUettQpeHt9f5iCiJEQ9a0nlDDNwaYF6cnucms&#10;H2iNh02sBJdQyIyGOsYukzKUNToTJr5DYu/L985Eln0lbW8GLnetvEqSVDrTEC/UpsPbGsvdZu80&#10;vHw+pcuH1fJuWD0vPh7Xx3eldk7r87NxcQMi4hj/wvCLz+hQMNPW78kG0WpQ13wlakhnINieKpZb&#10;jqkZyCKX//GLHwAAAP//AwBQSwECLQAUAAYACAAAACEAtoM4kv4AAADhAQAAEwAAAAAAAAAAAAAA&#10;AAAAAAAAW0NvbnRlbnRfVHlwZXNdLnhtbFBLAQItABQABgAIAAAAIQA4/SH/1gAAAJQBAAALAAAA&#10;AAAAAAAAAAAAAC8BAABfcmVscy8ucmVsc1BLAQItABQABgAIAAAAIQDAcShIdQIAADQFAAAOAAAA&#10;AAAAAAAAAAAAAC4CAABkcnMvZTJvRG9jLnhtbFBLAQItABQABgAIAAAAIQA2Pj103wAAAAYBAAAP&#10;AAAAAAAAAAAAAAAAAM8EAABkcnMvZG93bnJldi54bWxQSwUGAAAAAAQABADzAAAA2wUAAAAA&#10;" fillcolor="black" strokeweight="2pt"/>
              </w:pict>
            </w: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Straight Arrow Connector 13" o:spid="_x0000_s1157" type="#_x0000_t32" style="position:absolute;margin-left:21.5pt;margin-top:6.2pt;width:160.75pt;height:0;z-index: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l4D1wEAAAwEAAAOAAAAZHJzL2Uyb0RvYy54bWysU9tu1DAQfUfiHyy/s0kWilC02QptgRcE&#10;Kwof4PqysfBNY7NJ/p6xk00rKFJV8TKJ7Tln5hyPd9ejNeQsIWrvOtpsakqk415od+roj+8fX72j&#10;JCbmBDPeyY5OMtLr/csXuyG0cut7b4QEgiQutkPoaJ9SaKsq8l5aFjc+SIeHyoNlCZdwqgSwAdmt&#10;qbZ1/bYaPIgAnssYcfdmPqT7wq+U5OmrUlEmYjqKvaUSocS7HKv9jrUnYKHXfGmDPaMLy7TDoivV&#10;DUuM/AL9F5XVHHz0Km24t5VXSnNZNKCapv5DzW3Pgixa0JwYVpvi/6PlX85HIFrg3b2mxDGLd3Sb&#10;gOlTn8h7AD+Qg3cOffRAMAX9GkJsEXZwR1hWMRwhix8V2PxFWWQsHk+rx3JMhOPmtn7TXG2vKOGX&#10;s+oeGCCmT9Jbkn86GpdG1g6a4jE7f44JSyPwAshVjcuxl0x8cIKkKaAUlhXMl5yYNo8cIEkGVlnV&#10;rKP8pcnImfSbVOgPdj4XL5MpDwbImeFMiZ9Npi8smJkhShuzgurS8T9BS26GyTKtTwWu2aWid2kF&#10;Wu08PFY1jZdW1Zx/UT1rzbLvvJjKrRY7cOSKsuV55Jl+uC7w+0e8/w0AAP//AwBQSwMEFAAGAAgA&#10;AAAhAJbP4QTcAAAACAEAAA8AAABkcnMvZG93bnJldi54bWxMj81OwzAQhO9IvIO1SNyokyYEFOJU&#10;UITUE4LAhds23vyI2I5itwlv3604wHFnRrPfFJvFDOJIk++dVRCvIhBka6d72yr4/Hi5uQfhA1qN&#10;g7Ok4Ic8bMrLiwJz7Wb7TscqtIJLrM9RQRfCmEvp644M+pUbybLXuMlg4HNqpZ5w5nIzyHUUZdJg&#10;b/lDhyNtO6q/q4NR8LTbzkvjqjgLMT4ndw197d5elbq+Wh4fQARawl8YzviMDiUz7d3Bai8GBWnC&#10;UwLr6xQE+0mW3oLY/wqyLOT/AeUJAAD//wMAUEsBAi0AFAAGAAgAAAAhALaDOJL+AAAA4QEAABMA&#10;AAAAAAAAAAAAAAAAAAAAAFtDb250ZW50X1R5cGVzXS54bWxQSwECLQAUAAYACAAAACEAOP0h/9YA&#10;AACUAQAACwAAAAAAAAAAAAAAAAAvAQAAX3JlbHMvLnJlbHNQSwECLQAUAAYACAAAACEA1pZeA9cB&#10;AAAMBAAADgAAAAAAAAAAAAAAAAAuAgAAZHJzL2Uyb0RvYy54bWxQSwECLQAUAAYACAAAACEAls/h&#10;BNwAAAAIAQAADwAAAAAAAAAAAAAAAAAxBAAAZHJzL2Rvd25yZXYueG1sUEsFBgAAAAAEAAQA8wAA&#10;ADoFAAAAAA==&#10;">
                  <v:stroke startarrow="open" endarrow="open"/>
                </v:shape>
              </w:pic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 xml:space="preserve">          -13   -11           0           6 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A. 5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B. 6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C. 17</w:t>
            </w:r>
          </w:p>
          <w:p w:rsidR="00547280" w:rsidRPr="00C979C8" w:rsidRDefault="00547280" w:rsidP="009E1B95">
            <w:pPr>
              <w:pStyle w:val="MediumGrid2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D. 19</w:t>
            </w:r>
          </w:p>
          <w:p w:rsidR="00547280" w:rsidRPr="00C979C8" w:rsidRDefault="00275142" w:rsidP="00275142">
            <w:pPr>
              <w:pStyle w:val="MediumGrid2"/>
              <w:tabs>
                <w:tab w:val="left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E. None of the above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47280" w:rsidRPr="00C979C8">
              <w:rPr>
                <w:rFonts w:ascii="Times New Roman" w:hAnsi="Times New Roman"/>
                <w:sz w:val="24"/>
                <w:szCs w:val="24"/>
              </w:rPr>
              <w:t>1.4 GRE402</w:t>
            </w:r>
          </w:p>
        </w:tc>
      </w:tr>
    </w:tbl>
    <w:p w:rsidR="00C90643" w:rsidRPr="00275142" w:rsidRDefault="00C90643" w:rsidP="00275142">
      <w:pPr>
        <w:rPr>
          <w:rFonts w:ascii="Calibri" w:hAnsi="Calibri"/>
          <w:sz w:val="2"/>
          <w:szCs w:val="20"/>
        </w:rPr>
      </w:pPr>
    </w:p>
    <w:sectPr w:rsidR="00C90643" w:rsidRPr="00275142" w:rsidSect="00D6659F">
      <w:footerReference w:type="default" r:id="rId24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47" w:rsidRDefault="00D61C47">
      <w:r>
        <w:separator/>
      </w:r>
    </w:p>
  </w:endnote>
  <w:endnote w:type="continuationSeparator" w:id="0">
    <w:p w:rsidR="00D61C47" w:rsidRDefault="00D61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 Condensed Extra Bold">
    <w:altName w:val="Arial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355" w:rsidRPr="00252710" w:rsidRDefault="00252710" w:rsidP="00252710">
    <w:pPr>
      <w:pStyle w:val="Footer"/>
      <w:jc w:val="center"/>
    </w:pPr>
    <w:r w:rsidRPr="00252710">
      <w:rPr>
        <w:rFonts w:ascii="Tw Cen MT Condensed Extra Bold" w:hAnsi="Tw Cen MT Condensed Extra Bold"/>
        <w:noProof/>
        <w:sz w:val="40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i1037" type="#_x0000_t75" style="width:138.75pt;height:27pt;visibility:visible;mso-wrap-style:square">
          <v:imagedata r:id="rId1" o:title="" cropbottom="16705f" cropleft="21845f" cropright="21732f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47" w:rsidRDefault="00D61C47">
      <w:r>
        <w:separator/>
      </w:r>
    </w:p>
  </w:footnote>
  <w:footnote w:type="continuationSeparator" w:id="0">
    <w:p w:rsidR="00D61C47" w:rsidRDefault="00D61C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CE82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B44FB"/>
    <w:multiLevelType w:val="hybridMultilevel"/>
    <w:tmpl w:val="6B921AF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A77F85"/>
    <w:multiLevelType w:val="hybridMultilevel"/>
    <w:tmpl w:val="DB68BFA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823EF5"/>
    <w:multiLevelType w:val="hybridMultilevel"/>
    <w:tmpl w:val="07327784"/>
    <w:lvl w:ilvl="0" w:tplc="94A29DFA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5F5D50"/>
    <w:multiLevelType w:val="hybridMultilevel"/>
    <w:tmpl w:val="ECDA16E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>
    <w:nsid w:val="23FB1005"/>
    <w:multiLevelType w:val="hybridMultilevel"/>
    <w:tmpl w:val="073CCE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3A74A32"/>
    <w:multiLevelType w:val="hybridMultilevel"/>
    <w:tmpl w:val="6298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43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33"/>
  </w:num>
  <w:num w:numId="3">
    <w:abstractNumId w:val="29"/>
  </w:num>
  <w:num w:numId="4">
    <w:abstractNumId w:val="13"/>
  </w:num>
  <w:num w:numId="5">
    <w:abstractNumId w:val="25"/>
  </w:num>
  <w:num w:numId="6">
    <w:abstractNumId w:val="46"/>
  </w:num>
  <w:num w:numId="7">
    <w:abstractNumId w:val="36"/>
  </w:num>
  <w:num w:numId="8">
    <w:abstractNumId w:val="11"/>
  </w:num>
  <w:num w:numId="9">
    <w:abstractNumId w:val="9"/>
  </w:num>
  <w:num w:numId="10">
    <w:abstractNumId w:val="39"/>
  </w:num>
  <w:num w:numId="11">
    <w:abstractNumId w:val="4"/>
  </w:num>
  <w:num w:numId="12">
    <w:abstractNumId w:val="42"/>
  </w:num>
  <w:num w:numId="13">
    <w:abstractNumId w:val="10"/>
  </w:num>
  <w:num w:numId="14">
    <w:abstractNumId w:val="22"/>
  </w:num>
  <w:num w:numId="15">
    <w:abstractNumId w:val="37"/>
  </w:num>
  <w:num w:numId="16">
    <w:abstractNumId w:val="40"/>
  </w:num>
  <w:num w:numId="17">
    <w:abstractNumId w:val="38"/>
  </w:num>
  <w:num w:numId="18">
    <w:abstractNumId w:val="16"/>
  </w:num>
  <w:num w:numId="19">
    <w:abstractNumId w:val="12"/>
  </w:num>
  <w:num w:numId="20">
    <w:abstractNumId w:val="2"/>
  </w:num>
  <w:num w:numId="21">
    <w:abstractNumId w:val="5"/>
  </w:num>
  <w:num w:numId="22">
    <w:abstractNumId w:val="47"/>
  </w:num>
  <w:num w:numId="23">
    <w:abstractNumId w:val="31"/>
  </w:num>
  <w:num w:numId="24">
    <w:abstractNumId w:val="27"/>
  </w:num>
  <w:num w:numId="25">
    <w:abstractNumId w:val="43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7"/>
  </w:num>
  <w:num w:numId="31">
    <w:abstractNumId w:val="34"/>
  </w:num>
  <w:num w:numId="32">
    <w:abstractNumId w:val="41"/>
  </w:num>
  <w:num w:numId="33">
    <w:abstractNumId w:val="23"/>
  </w:num>
  <w:num w:numId="34">
    <w:abstractNumId w:val="35"/>
  </w:num>
  <w:num w:numId="35">
    <w:abstractNumId w:val="8"/>
  </w:num>
  <w:num w:numId="36">
    <w:abstractNumId w:val="21"/>
  </w:num>
  <w:num w:numId="37">
    <w:abstractNumId w:val="26"/>
  </w:num>
  <w:num w:numId="38">
    <w:abstractNumId w:val="30"/>
  </w:num>
  <w:num w:numId="39">
    <w:abstractNumId w:val="32"/>
  </w:num>
  <w:num w:numId="40">
    <w:abstractNumId w:val="45"/>
  </w:num>
  <w:num w:numId="41">
    <w:abstractNumId w:val="28"/>
  </w:num>
  <w:num w:numId="42">
    <w:abstractNumId w:val="0"/>
  </w:num>
  <w:num w:numId="43">
    <w:abstractNumId w:val="18"/>
  </w:num>
  <w:num w:numId="44">
    <w:abstractNumId w:val="19"/>
  </w:num>
  <w:num w:numId="45">
    <w:abstractNumId w:val="15"/>
  </w:num>
  <w:num w:numId="46">
    <w:abstractNumId w:val="24"/>
  </w:num>
  <w:num w:numId="47">
    <w:abstractNumId w:val="14"/>
  </w:num>
  <w:num w:numId="4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694"/>
    <w:rsid w:val="00007322"/>
    <w:rsid w:val="00025AC8"/>
    <w:rsid w:val="00033971"/>
    <w:rsid w:val="00077202"/>
    <w:rsid w:val="000B629D"/>
    <w:rsid w:val="00140903"/>
    <w:rsid w:val="001A75E5"/>
    <w:rsid w:val="00252710"/>
    <w:rsid w:val="00275142"/>
    <w:rsid w:val="002C6E48"/>
    <w:rsid w:val="004D706F"/>
    <w:rsid w:val="00547280"/>
    <w:rsid w:val="005A0EF6"/>
    <w:rsid w:val="00614355"/>
    <w:rsid w:val="0064079D"/>
    <w:rsid w:val="006F206F"/>
    <w:rsid w:val="007B74F9"/>
    <w:rsid w:val="00805DAE"/>
    <w:rsid w:val="008A30CD"/>
    <w:rsid w:val="00927EDE"/>
    <w:rsid w:val="00934E37"/>
    <w:rsid w:val="00947B31"/>
    <w:rsid w:val="009919BA"/>
    <w:rsid w:val="009D0A5A"/>
    <w:rsid w:val="009E1B95"/>
    <w:rsid w:val="00A9192F"/>
    <w:rsid w:val="00A95484"/>
    <w:rsid w:val="00B17F6E"/>
    <w:rsid w:val="00B83283"/>
    <w:rsid w:val="00BD3669"/>
    <w:rsid w:val="00BE14D7"/>
    <w:rsid w:val="00C434D7"/>
    <w:rsid w:val="00C90643"/>
    <w:rsid w:val="00D61C47"/>
    <w:rsid w:val="00D6659F"/>
    <w:rsid w:val="00E25B4E"/>
    <w:rsid w:val="00E351D4"/>
    <w:rsid w:val="00E42A1C"/>
    <w:rsid w:val="00ED20E8"/>
    <w:rsid w:val="00EE3B75"/>
    <w:rsid w:val="00EF0608"/>
    <w:rsid w:val="00EF6F18"/>
    <w:rsid w:val="00EF7734"/>
    <w:rsid w:val="00F030AA"/>
    <w:rsid w:val="00F6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Straight Arrow Connector 13"/>
        <o:r id="V:Rule6" type="connector" idref="#Straight Arrow Connector 8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styleId="MediumList2-Accent4">
    <w:name w:val="Medium List 2 Accent 4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ColorfulShading-Accent3">
    <w:name w:val="Colorful Shading Accent 3"/>
    <w:basedOn w:val="Normal"/>
    <w:uiPriority w:val="34"/>
    <w:qFormat/>
    <w:rsid w:val="006B1927"/>
    <w:pPr>
      <w:ind w:left="720"/>
      <w:contextualSpacing/>
    </w:pPr>
  </w:style>
  <w:style w:type="paragraph" w:styleId="MediumGrid1-Accent2">
    <w:name w:val="Medium Grid 1 Accent 2"/>
    <w:basedOn w:val="Normal"/>
    <w:uiPriority w:val="34"/>
    <w:qFormat/>
    <w:rsid w:val="00741C52"/>
    <w:pPr>
      <w:ind w:left="720"/>
    </w:pPr>
  </w:style>
  <w:style w:type="paragraph" w:customStyle="1" w:styleId="NoSpacing">
    <w:name w:val="No Spacing"/>
    <w:qFormat/>
    <w:rsid w:val="00BE14D7"/>
    <w:rPr>
      <w:rFonts w:ascii="Times New Roman" w:eastAsia="Times New Roman" w:hAnsi="Times New Roman"/>
      <w:sz w:val="24"/>
      <w:szCs w:val="24"/>
    </w:rPr>
  </w:style>
  <w:style w:type="paragraph" w:customStyle="1" w:styleId="MediumGrid2">
    <w:name w:val="Medium Grid 2"/>
    <w:uiPriority w:val="1"/>
    <w:qFormat/>
    <w:rsid w:val="00252710"/>
    <w:rPr>
      <w:rFonts w:ascii="Cambria" w:eastAsia="Cambria" w:hAnsi="Cambr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8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1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0FFF-1374-498C-AC64-BA05EB76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10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3</cp:revision>
  <cp:lastPrinted>2012-09-07T22:23:00Z</cp:lastPrinted>
  <dcterms:created xsi:type="dcterms:W3CDTF">2014-09-22T05:16:00Z</dcterms:created>
  <dcterms:modified xsi:type="dcterms:W3CDTF">2014-09-22T05:26:00Z</dcterms:modified>
</cp:coreProperties>
</file>